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12482" w:type="dxa"/>
        <w:tblLook w:val="04A0" w:firstRow="1" w:lastRow="0" w:firstColumn="1" w:lastColumn="0" w:noHBand="0" w:noVBand="1"/>
      </w:tblPr>
      <w:tblGrid>
        <w:gridCol w:w="855"/>
        <w:gridCol w:w="1528"/>
        <w:gridCol w:w="4493"/>
        <w:gridCol w:w="5606"/>
      </w:tblGrid>
      <w:tr w:rsidR="001067A1" w14:paraId="7A004A7B" w14:textId="77777777" w:rsidTr="001067A1">
        <w:trPr>
          <w:trHeight w:val="982"/>
        </w:trPr>
        <w:tc>
          <w:tcPr>
            <w:tcW w:w="855" w:type="dxa"/>
            <w:shd w:val="clear" w:color="auto" w:fill="548DD4" w:themeFill="text2" w:themeFillTint="99"/>
          </w:tcPr>
          <w:p w14:paraId="51DB29F0" w14:textId="77777777" w:rsidR="001067A1" w:rsidRPr="00F71BBD" w:rsidRDefault="001067A1" w:rsidP="00AB4B28">
            <w:pPr>
              <w:rPr>
                <w:b/>
              </w:rPr>
            </w:pPr>
            <w:r w:rsidRPr="00F71BBD">
              <w:rPr>
                <w:b/>
              </w:rPr>
              <w:t>Nr.</w:t>
            </w:r>
          </w:p>
        </w:tc>
        <w:tc>
          <w:tcPr>
            <w:tcW w:w="1528" w:type="dxa"/>
            <w:shd w:val="clear" w:color="auto" w:fill="548DD4" w:themeFill="text2" w:themeFillTint="99"/>
          </w:tcPr>
          <w:p w14:paraId="5FE4C649" w14:textId="77777777" w:rsidR="001067A1" w:rsidRPr="00F71BBD" w:rsidRDefault="001067A1" w:rsidP="00AB4B28">
            <w:pPr>
              <w:rPr>
                <w:b/>
              </w:rPr>
            </w:pPr>
            <w:r w:rsidRPr="00F71BBD">
              <w:rPr>
                <w:b/>
              </w:rPr>
              <w:t>Datum (JJJJ/MM/DD)</w:t>
            </w:r>
          </w:p>
        </w:tc>
        <w:tc>
          <w:tcPr>
            <w:tcW w:w="4493" w:type="dxa"/>
            <w:shd w:val="clear" w:color="auto" w:fill="548DD4" w:themeFill="text2" w:themeFillTint="99"/>
          </w:tcPr>
          <w:p w14:paraId="6697C026" w14:textId="77777777" w:rsidR="001067A1" w:rsidRPr="00F71BBD" w:rsidRDefault="001067A1" w:rsidP="00AB4B28">
            <w:pPr>
              <w:rPr>
                <w:b/>
              </w:rPr>
            </w:pPr>
            <w:r w:rsidRPr="00F71BBD">
              <w:rPr>
                <w:b/>
              </w:rPr>
              <w:t>Onderwerp</w:t>
            </w:r>
          </w:p>
        </w:tc>
        <w:tc>
          <w:tcPr>
            <w:tcW w:w="5606" w:type="dxa"/>
            <w:shd w:val="clear" w:color="auto" w:fill="548DD4" w:themeFill="text2" w:themeFillTint="99"/>
          </w:tcPr>
          <w:p w14:paraId="66B365A4" w14:textId="77777777" w:rsidR="001067A1" w:rsidRPr="00F71BBD" w:rsidRDefault="001067A1" w:rsidP="00AB4B28">
            <w:pPr>
              <w:rPr>
                <w:b/>
              </w:rPr>
            </w:pPr>
            <w:r w:rsidRPr="00F71BBD">
              <w:rPr>
                <w:b/>
              </w:rPr>
              <w:t>Toelichting</w:t>
            </w:r>
            <w:r>
              <w:rPr>
                <w:b/>
              </w:rPr>
              <w:t xml:space="preserve"> uitzonderingsgrond</w:t>
            </w:r>
          </w:p>
        </w:tc>
      </w:tr>
      <w:tr w:rsidR="001067A1" w14:paraId="23D632B0" w14:textId="77777777" w:rsidTr="001067A1">
        <w:trPr>
          <w:trHeight w:val="267"/>
        </w:trPr>
        <w:tc>
          <w:tcPr>
            <w:tcW w:w="855" w:type="dxa"/>
          </w:tcPr>
          <w:p w14:paraId="7836542E" w14:textId="77777777" w:rsidR="001067A1" w:rsidRDefault="001067A1" w:rsidP="008258A8">
            <w:pPr>
              <w:pStyle w:val="Lijstalinea"/>
              <w:numPr>
                <w:ilvl w:val="0"/>
                <w:numId w:val="27"/>
              </w:numPr>
            </w:pPr>
          </w:p>
        </w:tc>
        <w:tc>
          <w:tcPr>
            <w:tcW w:w="1528" w:type="dxa"/>
          </w:tcPr>
          <w:p w14:paraId="57486085" w14:textId="77777777" w:rsidR="001067A1" w:rsidRDefault="001067A1" w:rsidP="00AB4B28">
            <w:r w:rsidRPr="008258A8">
              <w:t>20160107</w:t>
            </w:r>
          </w:p>
        </w:tc>
        <w:tc>
          <w:tcPr>
            <w:tcW w:w="4493" w:type="dxa"/>
          </w:tcPr>
          <w:p w14:paraId="0EABB93E" w14:textId="77777777" w:rsidR="001067A1" w:rsidRDefault="001067A1" w:rsidP="00AB4B28">
            <w:r w:rsidRPr="008258A8">
              <w:t>Visiekaart_N300_BPL</w:t>
            </w:r>
          </w:p>
        </w:tc>
        <w:tc>
          <w:tcPr>
            <w:tcW w:w="5606" w:type="dxa"/>
          </w:tcPr>
          <w:p w14:paraId="6CEE3AB7" w14:textId="77777777" w:rsidR="001067A1" w:rsidRDefault="001067A1" w:rsidP="008258A8">
            <w:r w:rsidRPr="008258A8">
              <w:t xml:space="preserve">Integraal openbaar </w:t>
            </w:r>
          </w:p>
        </w:tc>
      </w:tr>
      <w:tr w:rsidR="001067A1" w14:paraId="71A81CB2" w14:textId="77777777" w:rsidTr="001067A1">
        <w:trPr>
          <w:trHeight w:val="267"/>
        </w:trPr>
        <w:tc>
          <w:tcPr>
            <w:tcW w:w="855" w:type="dxa"/>
          </w:tcPr>
          <w:p w14:paraId="6B635F5A" w14:textId="77777777" w:rsidR="001067A1" w:rsidRDefault="001067A1" w:rsidP="008258A8">
            <w:pPr>
              <w:pStyle w:val="Lijstalinea"/>
              <w:numPr>
                <w:ilvl w:val="0"/>
                <w:numId w:val="27"/>
              </w:numPr>
            </w:pPr>
          </w:p>
        </w:tc>
        <w:tc>
          <w:tcPr>
            <w:tcW w:w="1528" w:type="dxa"/>
          </w:tcPr>
          <w:p w14:paraId="5E4E0298" w14:textId="77777777" w:rsidR="001067A1" w:rsidRDefault="001067A1" w:rsidP="00AB4B28">
            <w:r w:rsidRPr="009D5B65">
              <w:t xml:space="preserve">20181001 </w:t>
            </w:r>
          </w:p>
        </w:tc>
        <w:tc>
          <w:tcPr>
            <w:tcW w:w="4493" w:type="dxa"/>
          </w:tcPr>
          <w:p w14:paraId="71C667A5" w14:textId="77777777" w:rsidR="001067A1" w:rsidRDefault="001067A1" w:rsidP="00AB4B28">
            <w:r w:rsidRPr="009D5B65">
              <w:t>Verzoek tot Wijziging maaien</w:t>
            </w:r>
          </w:p>
        </w:tc>
        <w:tc>
          <w:tcPr>
            <w:tcW w:w="5606" w:type="dxa"/>
          </w:tcPr>
          <w:p w14:paraId="63830A64" w14:textId="77777777" w:rsidR="001067A1" w:rsidRPr="00787DC9" w:rsidRDefault="001067A1" w:rsidP="00787DC9">
            <w:r w:rsidRPr="00787DC9">
              <w:t>Persoonsgegevens van ambtenaren/derden (5.1 lid 2 sub e)</w:t>
            </w:r>
          </w:p>
        </w:tc>
      </w:tr>
      <w:tr w:rsidR="001067A1" w14:paraId="32ED1416" w14:textId="77777777" w:rsidTr="001067A1">
        <w:trPr>
          <w:trHeight w:val="282"/>
        </w:trPr>
        <w:tc>
          <w:tcPr>
            <w:tcW w:w="855" w:type="dxa"/>
          </w:tcPr>
          <w:p w14:paraId="5961D8B7" w14:textId="77777777" w:rsidR="001067A1" w:rsidRDefault="001067A1" w:rsidP="008258A8">
            <w:pPr>
              <w:pStyle w:val="Lijstalinea"/>
              <w:numPr>
                <w:ilvl w:val="0"/>
                <w:numId w:val="27"/>
              </w:numPr>
            </w:pPr>
          </w:p>
        </w:tc>
        <w:tc>
          <w:tcPr>
            <w:tcW w:w="1528" w:type="dxa"/>
          </w:tcPr>
          <w:p w14:paraId="19C3CEA8" w14:textId="77777777" w:rsidR="001067A1" w:rsidRDefault="001067A1" w:rsidP="00AB4B28">
            <w:r w:rsidRPr="00052596">
              <w:t xml:space="preserve">20190329 </w:t>
            </w:r>
          </w:p>
        </w:tc>
        <w:tc>
          <w:tcPr>
            <w:tcW w:w="4493" w:type="dxa"/>
          </w:tcPr>
          <w:p w14:paraId="07DBC546" w14:textId="77777777" w:rsidR="001067A1" w:rsidRDefault="001067A1" w:rsidP="00AB4B28">
            <w:r>
              <w:t>O</w:t>
            </w:r>
            <w:r w:rsidRPr="00052596">
              <w:t>nderhoudscontract Annexen CFOOR 2019</w:t>
            </w:r>
          </w:p>
        </w:tc>
        <w:tc>
          <w:tcPr>
            <w:tcW w:w="5606" w:type="dxa"/>
          </w:tcPr>
          <w:p w14:paraId="152BB16D" w14:textId="77777777" w:rsidR="001067A1" w:rsidRDefault="001067A1" w:rsidP="00AB4B28">
            <w:r w:rsidRPr="008258A8">
              <w:t>Integraal openbaar</w:t>
            </w:r>
          </w:p>
        </w:tc>
      </w:tr>
      <w:tr w:rsidR="001067A1" w14:paraId="3BFDFBCF" w14:textId="77777777" w:rsidTr="001067A1">
        <w:trPr>
          <w:trHeight w:val="267"/>
        </w:trPr>
        <w:tc>
          <w:tcPr>
            <w:tcW w:w="855" w:type="dxa"/>
          </w:tcPr>
          <w:p w14:paraId="4C285886" w14:textId="77777777" w:rsidR="001067A1" w:rsidRDefault="001067A1" w:rsidP="00671EB8">
            <w:pPr>
              <w:pStyle w:val="Lijstalinea"/>
              <w:numPr>
                <w:ilvl w:val="0"/>
                <w:numId w:val="27"/>
              </w:numPr>
            </w:pPr>
          </w:p>
        </w:tc>
        <w:tc>
          <w:tcPr>
            <w:tcW w:w="1528" w:type="dxa"/>
          </w:tcPr>
          <w:p w14:paraId="42D8DFED" w14:textId="77777777" w:rsidR="001067A1" w:rsidRDefault="001067A1" w:rsidP="00671EB8">
            <w:r w:rsidRPr="001525D4">
              <w:t>20190329</w:t>
            </w:r>
          </w:p>
        </w:tc>
        <w:tc>
          <w:tcPr>
            <w:tcW w:w="4493" w:type="dxa"/>
          </w:tcPr>
          <w:p w14:paraId="1513595F" w14:textId="77777777" w:rsidR="001067A1" w:rsidRDefault="001067A1" w:rsidP="00671EB8">
            <w:r>
              <w:t>O</w:t>
            </w:r>
            <w:r w:rsidRPr="001525D4">
              <w:t>nderhoudscontract Basisovereenkomst CFOOR 2019</w:t>
            </w:r>
          </w:p>
        </w:tc>
        <w:tc>
          <w:tcPr>
            <w:tcW w:w="5606" w:type="dxa"/>
          </w:tcPr>
          <w:p w14:paraId="225855EC" w14:textId="77777777" w:rsidR="001067A1" w:rsidRPr="00787DC9" w:rsidRDefault="001067A1" w:rsidP="00671EB8">
            <w:r w:rsidRPr="00787DC9">
              <w:t>Persoonsgegevens van ambtenaren/derden (5.1 lid 2 sub e)</w:t>
            </w:r>
          </w:p>
        </w:tc>
      </w:tr>
      <w:tr w:rsidR="001067A1" w14:paraId="22BB7DD9" w14:textId="77777777" w:rsidTr="001067A1">
        <w:trPr>
          <w:trHeight w:val="267"/>
        </w:trPr>
        <w:tc>
          <w:tcPr>
            <w:tcW w:w="855" w:type="dxa"/>
          </w:tcPr>
          <w:p w14:paraId="19B20A5F" w14:textId="77777777" w:rsidR="001067A1" w:rsidRDefault="001067A1" w:rsidP="00671EB8">
            <w:pPr>
              <w:pStyle w:val="Lijstalinea"/>
              <w:numPr>
                <w:ilvl w:val="0"/>
                <w:numId w:val="27"/>
              </w:numPr>
            </w:pPr>
          </w:p>
        </w:tc>
        <w:tc>
          <w:tcPr>
            <w:tcW w:w="1528" w:type="dxa"/>
          </w:tcPr>
          <w:p w14:paraId="5E448DA4" w14:textId="77777777" w:rsidR="001067A1" w:rsidRDefault="001067A1" w:rsidP="00671EB8">
            <w:r w:rsidRPr="00E42633">
              <w:t>20190329</w:t>
            </w:r>
          </w:p>
        </w:tc>
        <w:tc>
          <w:tcPr>
            <w:tcW w:w="4493" w:type="dxa"/>
          </w:tcPr>
          <w:p w14:paraId="06FAB016" w14:textId="77777777" w:rsidR="001067A1" w:rsidRDefault="001067A1" w:rsidP="00671EB8">
            <w:r>
              <w:t>O</w:t>
            </w:r>
            <w:r w:rsidRPr="00E42633">
              <w:t>nderhoudscontract VS 1 CFOOR 2019</w:t>
            </w:r>
          </w:p>
        </w:tc>
        <w:tc>
          <w:tcPr>
            <w:tcW w:w="5606" w:type="dxa"/>
          </w:tcPr>
          <w:p w14:paraId="5A41F7DC" w14:textId="77777777" w:rsidR="001067A1" w:rsidRDefault="001067A1" w:rsidP="00671EB8">
            <w:r w:rsidRPr="008258A8">
              <w:t>Integraal openbaar</w:t>
            </w:r>
          </w:p>
        </w:tc>
      </w:tr>
      <w:tr w:rsidR="001067A1" w14:paraId="44EC2840" w14:textId="77777777" w:rsidTr="001067A1">
        <w:trPr>
          <w:trHeight w:val="267"/>
        </w:trPr>
        <w:tc>
          <w:tcPr>
            <w:tcW w:w="855" w:type="dxa"/>
          </w:tcPr>
          <w:p w14:paraId="0DD7BFA8" w14:textId="77777777" w:rsidR="001067A1" w:rsidRDefault="001067A1" w:rsidP="00671EB8">
            <w:pPr>
              <w:pStyle w:val="Lijstalinea"/>
              <w:numPr>
                <w:ilvl w:val="0"/>
                <w:numId w:val="27"/>
              </w:numPr>
            </w:pPr>
          </w:p>
        </w:tc>
        <w:tc>
          <w:tcPr>
            <w:tcW w:w="1528" w:type="dxa"/>
          </w:tcPr>
          <w:p w14:paraId="28E050FF" w14:textId="77777777" w:rsidR="001067A1" w:rsidRDefault="001067A1" w:rsidP="00671EB8">
            <w:r w:rsidRPr="00257C43">
              <w:t>20190329</w:t>
            </w:r>
          </w:p>
        </w:tc>
        <w:tc>
          <w:tcPr>
            <w:tcW w:w="4493" w:type="dxa"/>
          </w:tcPr>
          <w:p w14:paraId="40900C9F" w14:textId="77777777" w:rsidR="001067A1" w:rsidRDefault="001067A1" w:rsidP="00671EB8">
            <w:r>
              <w:t>O</w:t>
            </w:r>
            <w:r w:rsidRPr="00257C43">
              <w:t>nderhoudscontract VS 2 CFOOR 2019</w:t>
            </w:r>
          </w:p>
        </w:tc>
        <w:tc>
          <w:tcPr>
            <w:tcW w:w="5606" w:type="dxa"/>
          </w:tcPr>
          <w:p w14:paraId="7140FC43" w14:textId="77777777" w:rsidR="001067A1" w:rsidRDefault="001067A1" w:rsidP="00671EB8">
            <w:r w:rsidRPr="008258A8">
              <w:t>Integraal openbaar</w:t>
            </w:r>
          </w:p>
        </w:tc>
      </w:tr>
      <w:tr w:rsidR="001067A1" w14:paraId="13FDF644" w14:textId="77777777" w:rsidTr="001067A1">
        <w:trPr>
          <w:trHeight w:val="267"/>
        </w:trPr>
        <w:tc>
          <w:tcPr>
            <w:tcW w:w="855" w:type="dxa"/>
          </w:tcPr>
          <w:p w14:paraId="32D0F784" w14:textId="77777777" w:rsidR="001067A1" w:rsidRDefault="001067A1" w:rsidP="00671EB8">
            <w:pPr>
              <w:pStyle w:val="Lijstalinea"/>
              <w:numPr>
                <w:ilvl w:val="0"/>
                <w:numId w:val="27"/>
              </w:numPr>
            </w:pPr>
          </w:p>
        </w:tc>
        <w:tc>
          <w:tcPr>
            <w:tcW w:w="1528" w:type="dxa"/>
          </w:tcPr>
          <w:p w14:paraId="15B45BBF" w14:textId="77777777" w:rsidR="001067A1" w:rsidRDefault="001067A1" w:rsidP="00671EB8">
            <w:r w:rsidRPr="00424C96">
              <w:t>20190812</w:t>
            </w:r>
          </w:p>
        </w:tc>
        <w:tc>
          <w:tcPr>
            <w:tcW w:w="4493" w:type="dxa"/>
          </w:tcPr>
          <w:p w14:paraId="43306B3B" w14:textId="77777777" w:rsidR="001067A1" w:rsidRDefault="001067A1" w:rsidP="00671EB8">
            <w:r w:rsidRPr="00424C96">
              <w:t>Begrenzing Landgoed gravin</w:t>
            </w:r>
          </w:p>
        </w:tc>
        <w:tc>
          <w:tcPr>
            <w:tcW w:w="5606" w:type="dxa"/>
          </w:tcPr>
          <w:p w14:paraId="338E7CCB" w14:textId="77777777" w:rsidR="001067A1" w:rsidRDefault="001067A1" w:rsidP="00671EB8">
            <w:r w:rsidRPr="00787DC9">
              <w:t>Persoonsgegevens van ambtenaren/derden (5.1 lid 2 sub e)</w:t>
            </w:r>
          </w:p>
        </w:tc>
      </w:tr>
      <w:tr w:rsidR="001067A1" w14:paraId="50D16FEB" w14:textId="77777777" w:rsidTr="001067A1">
        <w:trPr>
          <w:trHeight w:val="267"/>
        </w:trPr>
        <w:tc>
          <w:tcPr>
            <w:tcW w:w="855" w:type="dxa"/>
          </w:tcPr>
          <w:p w14:paraId="10DD4854" w14:textId="77777777" w:rsidR="001067A1" w:rsidRDefault="001067A1" w:rsidP="00671EB8">
            <w:pPr>
              <w:pStyle w:val="Lijstalinea"/>
              <w:numPr>
                <w:ilvl w:val="0"/>
                <w:numId w:val="27"/>
              </w:numPr>
            </w:pPr>
          </w:p>
        </w:tc>
        <w:tc>
          <w:tcPr>
            <w:tcW w:w="1528" w:type="dxa"/>
          </w:tcPr>
          <w:p w14:paraId="142C65C8" w14:textId="77777777" w:rsidR="001067A1" w:rsidRDefault="001067A1" w:rsidP="00671EB8">
            <w:r w:rsidRPr="000D5C39">
              <w:t>20200511</w:t>
            </w:r>
          </w:p>
        </w:tc>
        <w:tc>
          <w:tcPr>
            <w:tcW w:w="4493" w:type="dxa"/>
          </w:tcPr>
          <w:p w14:paraId="06496407" w14:textId="77777777" w:rsidR="001067A1" w:rsidRDefault="001067A1" w:rsidP="00671EB8">
            <w:r w:rsidRPr="000D5C39">
              <w:t>N300_Niet te maaien onderdelen</w:t>
            </w:r>
          </w:p>
        </w:tc>
        <w:tc>
          <w:tcPr>
            <w:tcW w:w="5606" w:type="dxa"/>
          </w:tcPr>
          <w:p w14:paraId="488F2720" w14:textId="77777777" w:rsidR="001067A1" w:rsidRDefault="001067A1" w:rsidP="00671EB8">
            <w:r w:rsidRPr="008258A8">
              <w:t>Integraal openbaar</w:t>
            </w:r>
          </w:p>
        </w:tc>
      </w:tr>
      <w:tr w:rsidR="001067A1" w14:paraId="1E307A18" w14:textId="77777777" w:rsidTr="001067A1">
        <w:trPr>
          <w:trHeight w:val="267"/>
        </w:trPr>
        <w:tc>
          <w:tcPr>
            <w:tcW w:w="855" w:type="dxa"/>
          </w:tcPr>
          <w:p w14:paraId="0DBF6B68" w14:textId="77777777" w:rsidR="001067A1" w:rsidRDefault="001067A1" w:rsidP="00671EB8">
            <w:pPr>
              <w:pStyle w:val="Lijstalinea"/>
              <w:numPr>
                <w:ilvl w:val="0"/>
                <w:numId w:val="27"/>
              </w:numPr>
            </w:pPr>
          </w:p>
        </w:tc>
        <w:tc>
          <w:tcPr>
            <w:tcW w:w="1528" w:type="dxa"/>
          </w:tcPr>
          <w:p w14:paraId="038830E1" w14:textId="77777777" w:rsidR="001067A1" w:rsidRDefault="001067A1" w:rsidP="00671EB8">
            <w:r w:rsidRPr="00766799">
              <w:t>20200924</w:t>
            </w:r>
          </w:p>
        </w:tc>
        <w:tc>
          <w:tcPr>
            <w:tcW w:w="4493" w:type="dxa"/>
          </w:tcPr>
          <w:p w14:paraId="1AC7CEC7" w14:textId="77777777" w:rsidR="001067A1" w:rsidRDefault="001067A1" w:rsidP="00671EB8">
            <w:r>
              <w:t>Mail m</w:t>
            </w:r>
            <w:r w:rsidRPr="00E15657">
              <w:t>aaischema 2020</w:t>
            </w:r>
          </w:p>
        </w:tc>
        <w:tc>
          <w:tcPr>
            <w:tcW w:w="5606" w:type="dxa"/>
          </w:tcPr>
          <w:p w14:paraId="7E54741E" w14:textId="77777777" w:rsidR="001067A1" w:rsidRDefault="001067A1" w:rsidP="00671EB8">
            <w:r w:rsidRPr="00787DC9">
              <w:t>Persoonsgegevens van ambtenaren/derden (5.1 lid 2 sub e)</w:t>
            </w:r>
          </w:p>
        </w:tc>
      </w:tr>
      <w:tr w:rsidR="001067A1" w14:paraId="3A082FEB" w14:textId="77777777" w:rsidTr="001067A1">
        <w:trPr>
          <w:trHeight w:val="267"/>
        </w:trPr>
        <w:tc>
          <w:tcPr>
            <w:tcW w:w="855" w:type="dxa"/>
          </w:tcPr>
          <w:p w14:paraId="44C8A038" w14:textId="77777777" w:rsidR="001067A1" w:rsidRDefault="001067A1" w:rsidP="009057DE">
            <w:pPr>
              <w:ind w:left="360"/>
            </w:pPr>
            <w:r>
              <w:t>9a.</w:t>
            </w:r>
          </w:p>
        </w:tc>
        <w:tc>
          <w:tcPr>
            <w:tcW w:w="1528" w:type="dxa"/>
          </w:tcPr>
          <w:p w14:paraId="5FB75258" w14:textId="77777777" w:rsidR="001067A1" w:rsidRDefault="001067A1" w:rsidP="00671EB8">
            <w:r w:rsidRPr="00766799">
              <w:t>20200924</w:t>
            </w:r>
          </w:p>
        </w:tc>
        <w:tc>
          <w:tcPr>
            <w:tcW w:w="4493" w:type="dxa"/>
          </w:tcPr>
          <w:p w14:paraId="16DED72F" w14:textId="77777777" w:rsidR="001067A1" w:rsidRDefault="001067A1" w:rsidP="00671EB8">
            <w:r w:rsidRPr="00766799">
              <w:t>Maaischema 2020</w:t>
            </w:r>
          </w:p>
        </w:tc>
        <w:tc>
          <w:tcPr>
            <w:tcW w:w="5606" w:type="dxa"/>
          </w:tcPr>
          <w:p w14:paraId="7DF1D80C" w14:textId="77777777" w:rsidR="001067A1" w:rsidRDefault="001067A1" w:rsidP="00671EB8">
            <w:r w:rsidRPr="008258A8">
              <w:t>Integraal openbaar</w:t>
            </w:r>
          </w:p>
        </w:tc>
      </w:tr>
      <w:tr w:rsidR="001067A1" w14:paraId="76A01A73" w14:textId="77777777" w:rsidTr="001067A1">
        <w:trPr>
          <w:trHeight w:val="267"/>
        </w:trPr>
        <w:tc>
          <w:tcPr>
            <w:tcW w:w="855" w:type="dxa"/>
          </w:tcPr>
          <w:p w14:paraId="67231F0A" w14:textId="77777777" w:rsidR="001067A1" w:rsidRDefault="001067A1" w:rsidP="00671EB8">
            <w:pPr>
              <w:pStyle w:val="Lijstalinea"/>
              <w:numPr>
                <w:ilvl w:val="0"/>
                <w:numId w:val="27"/>
              </w:numPr>
            </w:pPr>
          </w:p>
        </w:tc>
        <w:tc>
          <w:tcPr>
            <w:tcW w:w="1528" w:type="dxa"/>
          </w:tcPr>
          <w:p w14:paraId="496AA636" w14:textId="77777777" w:rsidR="001067A1" w:rsidRDefault="001067A1" w:rsidP="00671EB8">
            <w:r w:rsidRPr="009057DE">
              <w:t>20210428</w:t>
            </w:r>
          </w:p>
        </w:tc>
        <w:tc>
          <w:tcPr>
            <w:tcW w:w="4493" w:type="dxa"/>
          </w:tcPr>
          <w:p w14:paraId="1B774ED2" w14:textId="77777777" w:rsidR="001067A1" w:rsidRDefault="001067A1" w:rsidP="00671EB8">
            <w:r w:rsidRPr="009057DE">
              <w:t>Niet te maaien percelen</w:t>
            </w:r>
          </w:p>
        </w:tc>
        <w:tc>
          <w:tcPr>
            <w:tcW w:w="5606" w:type="dxa"/>
          </w:tcPr>
          <w:p w14:paraId="4B1782AA" w14:textId="77777777" w:rsidR="001067A1" w:rsidRDefault="001067A1" w:rsidP="00671EB8">
            <w:r w:rsidRPr="008258A8">
              <w:t>Integraal openbaar</w:t>
            </w:r>
          </w:p>
        </w:tc>
      </w:tr>
    </w:tbl>
    <w:p w14:paraId="0EBD0A7C" w14:textId="77777777" w:rsidR="009E1941" w:rsidRDefault="009E1941" w:rsidP="00AB4B28">
      <w:bookmarkStart w:id="0" w:name="_GoBack"/>
      <w:bookmarkEnd w:id="0"/>
    </w:p>
    <w:p w14:paraId="0547FC36" w14:textId="77777777" w:rsidR="002E32CA" w:rsidRPr="00410D77" w:rsidRDefault="00520AF9" w:rsidP="00410D77">
      <w:pPr>
        <w:rPr>
          <w:sz w:val="16"/>
          <w:szCs w:val="16"/>
        </w:rPr>
      </w:pPr>
      <w:r>
        <w:rPr>
          <w:sz w:val="16"/>
          <w:szCs w:val="16"/>
        </w:rPr>
        <w:t>K</w:t>
      </w:r>
      <w:r w:rsidR="002E32CA" w:rsidRPr="00410D77">
        <w:rPr>
          <w:sz w:val="16"/>
          <w:szCs w:val="16"/>
        </w:rPr>
        <w:t>euzes voor “toelichting uitzonderingsgrond”</w:t>
      </w:r>
      <w:r w:rsidR="00410D77" w:rsidRPr="00410D77">
        <w:rPr>
          <w:sz w:val="16"/>
          <w:szCs w:val="16"/>
        </w:rPr>
        <w:t xml:space="preserve"> (meerdere keuzes mogelijk per document)</w:t>
      </w:r>
      <w:r w:rsidR="002E32CA" w:rsidRPr="00410D77">
        <w:rPr>
          <w:sz w:val="16"/>
          <w:szCs w:val="16"/>
        </w:rPr>
        <w:t>:</w:t>
      </w:r>
    </w:p>
    <w:p w14:paraId="35A349D5" w14:textId="77777777" w:rsidR="002E32CA" w:rsidRPr="00410D77" w:rsidRDefault="002E32CA" w:rsidP="00410D77">
      <w:pPr>
        <w:pStyle w:val="Lijstalinea"/>
        <w:numPr>
          <w:ilvl w:val="0"/>
          <w:numId w:val="25"/>
        </w:numPr>
        <w:rPr>
          <w:sz w:val="16"/>
          <w:szCs w:val="16"/>
        </w:rPr>
      </w:pPr>
      <w:r w:rsidRPr="00410D77">
        <w:rPr>
          <w:sz w:val="16"/>
          <w:szCs w:val="16"/>
        </w:rPr>
        <w:t xml:space="preserve">Informatie die de eenheid van de Kroon in gevaar </w:t>
      </w:r>
      <w:r w:rsidR="00F32B70">
        <w:rPr>
          <w:sz w:val="16"/>
          <w:szCs w:val="16"/>
        </w:rPr>
        <w:t>kan</w:t>
      </w:r>
      <w:r w:rsidRPr="00410D77">
        <w:rPr>
          <w:sz w:val="16"/>
          <w:szCs w:val="16"/>
        </w:rPr>
        <w:t xml:space="preserve"> brengen (5.1 lid 1 sub a)</w:t>
      </w:r>
    </w:p>
    <w:p w14:paraId="54543C48" w14:textId="77777777" w:rsidR="002E32CA" w:rsidRPr="00410D77" w:rsidRDefault="002E32CA" w:rsidP="00410D77">
      <w:pPr>
        <w:pStyle w:val="Lijstalinea"/>
        <w:numPr>
          <w:ilvl w:val="0"/>
          <w:numId w:val="25"/>
        </w:numPr>
        <w:rPr>
          <w:sz w:val="16"/>
          <w:szCs w:val="16"/>
        </w:rPr>
      </w:pPr>
      <w:r w:rsidRPr="00410D77">
        <w:rPr>
          <w:sz w:val="16"/>
          <w:szCs w:val="16"/>
        </w:rPr>
        <w:t xml:space="preserve">Informatie die de veiligheid van de Staat </w:t>
      </w:r>
      <w:r w:rsidR="00F32B70">
        <w:rPr>
          <w:sz w:val="16"/>
          <w:szCs w:val="16"/>
        </w:rPr>
        <w:t>kan</w:t>
      </w:r>
      <w:r w:rsidRPr="00410D77">
        <w:rPr>
          <w:sz w:val="16"/>
          <w:szCs w:val="16"/>
        </w:rPr>
        <w:t xml:space="preserve"> schaden (5.1 lid 1 sub b)</w:t>
      </w:r>
    </w:p>
    <w:p w14:paraId="3E997012" w14:textId="77777777" w:rsidR="002E32CA" w:rsidRPr="00F32B70" w:rsidRDefault="002E32CA" w:rsidP="00410D77">
      <w:pPr>
        <w:pStyle w:val="Lijstalinea"/>
        <w:numPr>
          <w:ilvl w:val="0"/>
          <w:numId w:val="25"/>
        </w:numPr>
        <w:rPr>
          <w:sz w:val="16"/>
          <w:szCs w:val="16"/>
        </w:rPr>
      </w:pPr>
      <w:r w:rsidRPr="00F32B70">
        <w:rPr>
          <w:sz w:val="16"/>
          <w:szCs w:val="16"/>
        </w:rPr>
        <w:t>Bedrijfs- en fabricagegegevens van derden (5.1 lid 1 sub c)</w:t>
      </w:r>
    </w:p>
    <w:p w14:paraId="1F6D3B2E" w14:textId="77777777" w:rsidR="002E32CA" w:rsidRPr="00F32B70" w:rsidRDefault="002E32CA" w:rsidP="00410D77">
      <w:pPr>
        <w:pStyle w:val="Lijstalinea"/>
        <w:numPr>
          <w:ilvl w:val="0"/>
          <w:numId w:val="25"/>
        </w:numPr>
        <w:rPr>
          <w:sz w:val="16"/>
          <w:szCs w:val="16"/>
        </w:rPr>
      </w:pPr>
      <w:r w:rsidRPr="00F32B70">
        <w:rPr>
          <w:sz w:val="16"/>
          <w:szCs w:val="16"/>
        </w:rPr>
        <w:t xml:space="preserve">Persoonsgegevens als bedoeld in </w:t>
      </w:r>
      <w:r w:rsidR="004800D9" w:rsidRPr="00F32B70">
        <w:rPr>
          <w:rFonts w:cs="Arial"/>
          <w:sz w:val="16"/>
          <w:szCs w:val="16"/>
          <w:shd w:val="clear" w:color="auto" w:fill="FFFFFF"/>
        </w:rPr>
        <w:t>§</w:t>
      </w:r>
      <w:r w:rsidRPr="00F32B70">
        <w:rPr>
          <w:sz w:val="16"/>
          <w:szCs w:val="16"/>
        </w:rPr>
        <w:t xml:space="preserve"> 3.1 onderscheidenlijk </w:t>
      </w:r>
      <w:r w:rsidR="004800D9" w:rsidRPr="00F32B70">
        <w:rPr>
          <w:rFonts w:cs="Arial"/>
          <w:sz w:val="16"/>
          <w:szCs w:val="16"/>
          <w:shd w:val="clear" w:color="auto" w:fill="FFFFFF"/>
        </w:rPr>
        <w:t xml:space="preserve">§ </w:t>
      </w:r>
      <w:r w:rsidRPr="00F32B70">
        <w:rPr>
          <w:sz w:val="16"/>
          <w:szCs w:val="16"/>
        </w:rPr>
        <w:t xml:space="preserve">3.2 van de </w:t>
      </w:r>
      <w:r w:rsidR="004800D9" w:rsidRPr="00F32B70">
        <w:rPr>
          <w:sz w:val="16"/>
          <w:szCs w:val="16"/>
        </w:rPr>
        <w:t>UAVG (5.1 lid 1 sub d)</w:t>
      </w:r>
    </w:p>
    <w:p w14:paraId="3C8428FB" w14:textId="77777777" w:rsidR="004800D9" w:rsidRPr="00F32B70" w:rsidRDefault="004800D9" w:rsidP="00410D77">
      <w:pPr>
        <w:pStyle w:val="Lijstalinea"/>
        <w:numPr>
          <w:ilvl w:val="0"/>
          <w:numId w:val="25"/>
        </w:numPr>
        <w:rPr>
          <w:sz w:val="16"/>
          <w:szCs w:val="16"/>
        </w:rPr>
      </w:pPr>
      <w:r w:rsidRPr="00F32B70">
        <w:rPr>
          <w:sz w:val="16"/>
          <w:szCs w:val="16"/>
        </w:rPr>
        <w:t>Identificatienummers van personen (5.1 lid 1 sub e)</w:t>
      </w:r>
    </w:p>
    <w:p w14:paraId="3524F3C9" w14:textId="77777777" w:rsidR="004800D9" w:rsidRPr="00F32B70" w:rsidRDefault="00410D77" w:rsidP="00410D77">
      <w:pPr>
        <w:pStyle w:val="Lijstalinea"/>
        <w:numPr>
          <w:ilvl w:val="0"/>
          <w:numId w:val="25"/>
        </w:numPr>
        <w:rPr>
          <w:sz w:val="16"/>
          <w:szCs w:val="16"/>
        </w:rPr>
      </w:pPr>
      <w:r w:rsidRPr="00F32B70">
        <w:rPr>
          <w:sz w:val="16"/>
          <w:szCs w:val="16"/>
        </w:rPr>
        <w:t>Informatie over internationale betrekkingen (5.1 lid 2 sub a)</w:t>
      </w:r>
    </w:p>
    <w:p w14:paraId="65A92E40" w14:textId="77777777" w:rsidR="00410D77" w:rsidRPr="00F32B70" w:rsidRDefault="00410D77" w:rsidP="00410D77">
      <w:pPr>
        <w:pStyle w:val="Lijstalinea"/>
        <w:numPr>
          <w:ilvl w:val="0"/>
          <w:numId w:val="25"/>
        </w:numPr>
        <w:rPr>
          <w:sz w:val="16"/>
          <w:szCs w:val="16"/>
        </w:rPr>
      </w:pPr>
      <w:r w:rsidRPr="00F32B70">
        <w:rPr>
          <w:sz w:val="16"/>
          <w:szCs w:val="16"/>
        </w:rPr>
        <w:t>Informatie aangaande de economische of financiële belangen van de overheid (5.1 lid 2 sub b)</w:t>
      </w:r>
    </w:p>
    <w:p w14:paraId="26602AFD" w14:textId="77777777" w:rsidR="00410D77" w:rsidRPr="00F32B70" w:rsidRDefault="00410D77" w:rsidP="00410D77">
      <w:pPr>
        <w:pStyle w:val="Lijstalinea"/>
        <w:numPr>
          <w:ilvl w:val="0"/>
          <w:numId w:val="25"/>
        </w:numPr>
        <w:rPr>
          <w:sz w:val="16"/>
          <w:szCs w:val="16"/>
        </w:rPr>
      </w:pPr>
      <w:r w:rsidRPr="00F32B70">
        <w:rPr>
          <w:sz w:val="16"/>
          <w:szCs w:val="16"/>
        </w:rPr>
        <w:t>Informatie over de opsporing en vervolging van strafbare feiten (5.1 lid 2 sub c)</w:t>
      </w:r>
    </w:p>
    <w:p w14:paraId="525DE84D" w14:textId="77777777" w:rsidR="00410D77" w:rsidRPr="00F32B70" w:rsidRDefault="00410D77" w:rsidP="00410D77">
      <w:pPr>
        <w:pStyle w:val="Lijstalinea"/>
        <w:numPr>
          <w:ilvl w:val="0"/>
          <w:numId w:val="25"/>
        </w:numPr>
        <w:rPr>
          <w:sz w:val="16"/>
          <w:szCs w:val="16"/>
        </w:rPr>
      </w:pPr>
      <w:r w:rsidRPr="00F32B70">
        <w:rPr>
          <w:sz w:val="16"/>
          <w:szCs w:val="16"/>
        </w:rPr>
        <w:t xml:space="preserve">Informatie over </w:t>
      </w:r>
      <w:r w:rsidRPr="00F32B70">
        <w:rPr>
          <w:rFonts w:cs="Arial"/>
          <w:sz w:val="16"/>
          <w:szCs w:val="16"/>
          <w:shd w:val="clear" w:color="auto" w:fill="FFFFFF"/>
        </w:rPr>
        <w:t>de inspectie, controle en toezicht door bestuursorganen</w:t>
      </w:r>
      <w:r w:rsidRPr="00F32B70">
        <w:rPr>
          <w:sz w:val="16"/>
          <w:szCs w:val="16"/>
        </w:rPr>
        <w:t xml:space="preserve"> (5.1 lid 2 sub d)</w:t>
      </w:r>
    </w:p>
    <w:p w14:paraId="77A5BB3E" w14:textId="77777777" w:rsidR="002E32CA" w:rsidRPr="00F32B70" w:rsidRDefault="00F32B70" w:rsidP="00410D77">
      <w:pPr>
        <w:pStyle w:val="Lijstalinea"/>
        <w:numPr>
          <w:ilvl w:val="0"/>
          <w:numId w:val="25"/>
        </w:numPr>
        <w:rPr>
          <w:sz w:val="16"/>
          <w:szCs w:val="16"/>
        </w:rPr>
      </w:pPr>
      <w:r w:rsidRPr="00F32B70">
        <w:rPr>
          <w:sz w:val="16"/>
          <w:szCs w:val="16"/>
        </w:rPr>
        <w:t>P</w:t>
      </w:r>
      <w:r w:rsidR="00410D77" w:rsidRPr="00F32B70">
        <w:rPr>
          <w:sz w:val="16"/>
          <w:szCs w:val="16"/>
        </w:rPr>
        <w:t>ersoonsgegevens</w:t>
      </w:r>
      <w:r w:rsidR="002E32CA" w:rsidRPr="00F32B70">
        <w:rPr>
          <w:sz w:val="16"/>
          <w:szCs w:val="16"/>
        </w:rPr>
        <w:t xml:space="preserve"> van ambtenaren/derden (5.1 lid 2 sub e)</w:t>
      </w:r>
    </w:p>
    <w:p w14:paraId="2C0D4198" w14:textId="77777777" w:rsidR="00410D77" w:rsidRPr="00F32B70" w:rsidRDefault="00410D77" w:rsidP="00410D77">
      <w:pPr>
        <w:pStyle w:val="Lijstalinea"/>
        <w:numPr>
          <w:ilvl w:val="0"/>
          <w:numId w:val="25"/>
        </w:numPr>
        <w:rPr>
          <w:sz w:val="16"/>
          <w:szCs w:val="16"/>
        </w:rPr>
      </w:pPr>
      <w:r w:rsidRPr="00F32B70">
        <w:rPr>
          <w:sz w:val="16"/>
          <w:szCs w:val="16"/>
        </w:rPr>
        <w:t>Informatie over andere dan in het eerste lid, onder c, genoemde concurrentiegevoelige bedrijfs- en fabricagegegevens (5.1 lid 2 sub f)</w:t>
      </w:r>
    </w:p>
    <w:p w14:paraId="139A38AA" w14:textId="77777777" w:rsidR="00410D77" w:rsidRPr="00410D77" w:rsidRDefault="00410D77" w:rsidP="00410D77">
      <w:pPr>
        <w:pStyle w:val="Lijstalinea"/>
        <w:numPr>
          <w:ilvl w:val="0"/>
          <w:numId w:val="25"/>
        </w:numPr>
        <w:rPr>
          <w:sz w:val="16"/>
          <w:szCs w:val="16"/>
        </w:rPr>
      </w:pPr>
      <w:r w:rsidRPr="00F32B70">
        <w:rPr>
          <w:sz w:val="16"/>
          <w:szCs w:val="16"/>
        </w:rPr>
        <w:t xml:space="preserve">Informatie over de bescherming van het milieu waarop </w:t>
      </w:r>
      <w:r w:rsidRPr="00410D77">
        <w:rPr>
          <w:sz w:val="16"/>
          <w:szCs w:val="16"/>
        </w:rPr>
        <w:t>deze informatie betrekking heeft (5.1 lid 2 sub g)</w:t>
      </w:r>
    </w:p>
    <w:p w14:paraId="1E7CA06F" w14:textId="77777777" w:rsidR="00410D77" w:rsidRPr="00410D77" w:rsidRDefault="00410D77" w:rsidP="00410D77">
      <w:pPr>
        <w:pStyle w:val="Lijstalinea"/>
        <w:numPr>
          <w:ilvl w:val="0"/>
          <w:numId w:val="25"/>
        </w:numPr>
        <w:rPr>
          <w:sz w:val="16"/>
          <w:szCs w:val="16"/>
        </w:rPr>
      </w:pPr>
      <w:r w:rsidRPr="00410D77">
        <w:rPr>
          <w:sz w:val="16"/>
          <w:szCs w:val="16"/>
        </w:rPr>
        <w:lastRenderedPageBreak/>
        <w:t>Informatie over de beveiliging van personen en bedrijven en het voorkomen van sabotage (5.1 lid 2 sub h)</w:t>
      </w:r>
    </w:p>
    <w:p w14:paraId="2E239186" w14:textId="77777777" w:rsidR="00410D77" w:rsidRPr="00410D77" w:rsidRDefault="00410D77" w:rsidP="00410D77">
      <w:pPr>
        <w:pStyle w:val="Lijstalinea"/>
        <w:numPr>
          <w:ilvl w:val="0"/>
          <w:numId w:val="25"/>
        </w:numPr>
        <w:rPr>
          <w:sz w:val="16"/>
          <w:szCs w:val="16"/>
        </w:rPr>
      </w:pPr>
      <w:r w:rsidRPr="00410D77">
        <w:rPr>
          <w:sz w:val="16"/>
          <w:szCs w:val="16"/>
        </w:rPr>
        <w:t>Informatie die het goed functioneren van de Staat, andere publiekrechtelijke lichamen of bestuursorganen kan schade</w:t>
      </w:r>
      <w:r w:rsidR="00F32B70">
        <w:rPr>
          <w:sz w:val="16"/>
          <w:szCs w:val="16"/>
        </w:rPr>
        <w:t>n</w:t>
      </w:r>
      <w:r w:rsidRPr="00410D77">
        <w:rPr>
          <w:sz w:val="16"/>
          <w:szCs w:val="16"/>
        </w:rPr>
        <w:t xml:space="preserve"> (5.1 lid 2 sub i)</w:t>
      </w:r>
    </w:p>
    <w:p w14:paraId="25929B4C" w14:textId="77777777" w:rsidR="00410D77" w:rsidRPr="00410D77" w:rsidRDefault="00410D77" w:rsidP="00410D77">
      <w:pPr>
        <w:rPr>
          <w:sz w:val="16"/>
          <w:szCs w:val="16"/>
        </w:rPr>
      </w:pPr>
    </w:p>
    <w:p w14:paraId="045C6F61" w14:textId="77777777" w:rsidR="00410D77" w:rsidRPr="00410D77" w:rsidRDefault="00410D77" w:rsidP="00410D77">
      <w:pPr>
        <w:rPr>
          <w:sz w:val="16"/>
          <w:szCs w:val="16"/>
        </w:rPr>
      </w:pPr>
      <w:r w:rsidRPr="00410D77">
        <w:rPr>
          <w:sz w:val="16"/>
          <w:szCs w:val="16"/>
        </w:rPr>
        <w:t>Wordt er niet gelakt in een document, dan als toelichting invullen:</w:t>
      </w:r>
    </w:p>
    <w:p w14:paraId="69299BA0" w14:textId="77777777" w:rsidR="00410D77" w:rsidRPr="00410D77" w:rsidRDefault="00410D77" w:rsidP="00410D77">
      <w:pPr>
        <w:pStyle w:val="Lijstalinea"/>
        <w:numPr>
          <w:ilvl w:val="0"/>
          <w:numId w:val="26"/>
        </w:numPr>
        <w:rPr>
          <w:sz w:val="16"/>
          <w:szCs w:val="16"/>
        </w:rPr>
      </w:pPr>
      <w:r w:rsidRPr="00410D77">
        <w:rPr>
          <w:sz w:val="16"/>
          <w:szCs w:val="16"/>
        </w:rPr>
        <w:t xml:space="preserve">Integraal openbaar </w:t>
      </w:r>
    </w:p>
    <w:p w14:paraId="7C443C96" w14:textId="77777777" w:rsidR="00410D77" w:rsidRPr="00410D77" w:rsidRDefault="00410D77" w:rsidP="00410D77">
      <w:pPr>
        <w:rPr>
          <w:sz w:val="16"/>
          <w:szCs w:val="16"/>
        </w:rPr>
      </w:pPr>
    </w:p>
    <w:p w14:paraId="60D5432C" w14:textId="77777777" w:rsidR="00410D77" w:rsidRPr="00410D77" w:rsidRDefault="00410D77" w:rsidP="00410D77">
      <w:pPr>
        <w:rPr>
          <w:sz w:val="16"/>
          <w:szCs w:val="16"/>
        </w:rPr>
      </w:pPr>
      <w:r w:rsidRPr="00410D77">
        <w:rPr>
          <w:sz w:val="16"/>
          <w:szCs w:val="16"/>
        </w:rPr>
        <w:t>Worden er in een document passages gelakt omdat ze buiten de reikwijdte van het verzoek vallen, dan als toelichting invullen:</w:t>
      </w:r>
    </w:p>
    <w:p w14:paraId="707ED269" w14:textId="77777777" w:rsidR="00410D77" w:rsidRPr="00410D77" w:rsidRDefault="00410D77" w:rsidP="00410D77">
      <w:pPr>
        <w:pStyle w:val="Lijstalinea"/>
        <w:numPr>
          <w:ilvl w:val="0"/>
          <w:numId w:val="26"/>
        </w:numPr>
        <w:rPr>
          <w:sz w:val="16"/>
          <w:szCs w:val="16"/>
        </w:rPr>
      </w:pPr>
      <w:r w:rsidRPr="00410D77">
        <w:rPr>
          <w:sz w:val="16"/>
          <w:szCs w:val="16"/>
        </w:rPr>
        <w:t xml:space="preserve">Buiten reikwijdte verzoek </w:t>
      </w:r>
    </w:p>
    <w:sectPr w:rsidR="00410D77" w:rsidRPr="00410D77" w:rsidSect="00F71BBD">
      <w:headerReference w:type="first" r:id="rId13"/>
      <w:type w:val="continuous"/>
      <w:pgSz w:w="16838" w:h="11906" w:orient="landscape" w:code="9"/>
      <w:pgMar w:top="1418" w:right="1418" w:bottom="1418" w:left="1418" w:header="1276" w:footer="992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A0D75C" w14:textId="77777777" w:rsidR="00153DEF" w:rsidRDefault="00153DEF">
      <w:r>
        <w:separator/>
      </w:r>
    </w:p>
  </w:endnote>
  <w:endnote w:type="continuationSeparator" w:id="0">
    <w:p w14:paraId="0172BFB0" w14:textId="77777777" w:rsidR="00153DEF" w:rsidRDefault="00153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BAAF8" w14:textId="77777777" w:rsidR="00153DEF" w:rsidRDefault="00153DEF">
      <w:r>
        <w:separator/>
      </w:r>
    </w:p>
  </w:footnote>
  <w:footnote w:type="continuationSeparator" w:id="0">
    <w:p w14:paraId="6A5AE8C6" w14:textId="77777777" w:rsidR="00153DEF" w:rsidRDefault="00153D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45F3B2" w14:textId="77777777" w:rsidR="00410D77" w:rsidRDefault="00410D77">
    <w:pPr>
      <w:pStyle w:val="Koptekst"/>
      <w:rPr>
        <w:b/>
        <w:i/>
      </w:rPr>
    </w:pPr>
    <w:r>
      <w:t xml:space="preserve">Bijlage 1 – Inventarislijst documenten inzake </w:t>
    </w:r>
    <w:proofErr w:type="spellStart"/>
    <w:r>
      <w:t>Woo</w:t>
    </w:r>
    <w:proofErr w:type="spellEnd"/>
    <w:r>
      <w:t xml:space="preserve">-verzoek </w:t>
    </w:r>
    <w:r w:rsidR="006E3CDE">
      <w:rPr>
        <w:b/>
        <w:i/>
      </w:rPr>
      <w:t>gebrekkig onderhoud</w:t>
    </w:r>
    <w:r w:rsidR="00C96880" w:rsidRPr="00C96880">
      <w:rPr>
        <w:b/>
        <w:i/>
      </w:rPr>
      <w:t xml:space="preserve"> talud N300</w:t>
    </w:r>
    <w:r w:rsidR="006E3CDE">
      <w:rPr>
        <w:b/>
        <w:i/>
      </w:rPr>
      <w:t xml:space="preserve"> </w:t>
    </w:r>
    <w:proofErr w:type="spellStart"/>
    <w:r w:rsidR="006E3CDE">
      <w:rPr>
        <w:b/>
        <w:i/>
      </w:rPr>
      <w:t>thv</w:t>
    </w:r>
    <w:proofErr w:type="spellEnd"/>
    <w:r w:rsidR="006E3CDE">
      <w:rPr>
        <w:b/>
        <w:i/>
      </w:rPr>
      <w:t xml:space="preserve"> Amstenrade</w:t>
    </w:r>
  </w:p>
  <w:p w14:paraId="25A2D96B" w14:textId="77777777" w:rsidR="00410D77" w:rsidRDefault="00410D7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210AC"/>
    <w:multiLevelType w:val="hybridMultilevel"/>
    <w:tmpl w:val="2CAE6246"/>
    <w:lvl w:ilvl="0" w:tplc="7E202D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15F75"/>
    <w:multiLevelType w:val="hybridMultilevel"/>
    <w:tmpl w:val="BF6C19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82400"/>
    <w:multiLevelType w:val="singleLevel"/>
    <w:tmpl w:val="8DD0CD24"/>
    <w:lvl w:ilvl="0">
      <w:start w:val="1"/>
      <w:numFmt w:val="bullet"/>
      <w:pStyle w:val="opsom1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 w15:restartNumberingAfterBreak="0">
    <w:nsid w:val="2E0E1455"/>
    <w:multiLevelType w:val="hybridMultilevel"/>
    <w:tmpl w:val="ADB69746"/>
    <w:lvl w:ilvl="0" w:tplc="481487A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467ABE"/>
    <w:multiLevelType w:val="hybridMultilevel"/>
    <w:tmpl w:val="2CD65C5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3332C"/>
    <w:multiLevelType w:val="multilevel"/>
    <w:tmpl w:val="EE605B7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792"/>
      </w:pPr>
    </w:lvl>
    <w:lvl w:ilvl="2">
      <w:start w:val="1"/>
      <w:numFmt w:val="decimal"/>
      <w:lvlText w:val="%1.%2.%3"/>
      <w:lvlJc w:val="left"/>
      <w:pPr>
        <w:tabs>
          <w:tab w:val="num" w:pos="1224"/>
        </w:tabs>
        <w:ind w:left="1224" w:hanging="1224"/>
      </w:pPr>
    </w:lvl>
    <w:lvl w:ilvl="3">
      <w:start w:val="1"/>
      <w:numFmt w:val="decimal"/>
      <w:lvlText w:val="%1.%2.%3.%4"/>
      <w:lvlJc w:val="left"/>
      <w:pPr>
        <w:tabs>
          <w:tab w:val="num" w:pos="1728"/>
        </w:tabs>
        <w:ind w:left="1728" w:hanging="1728"/>
      </w:pPr>
    </w:lvl>
    <w:lvl w:ilvl="4">
      <w:start w:val="1"/>
      <w:numFmt w:val="decimal"/>
      <w:lvlText w:val="%1.%2.%3.%4.%5"/>
      <w:lvlJc w:val="left"/>
      <w:pPr>
        <w:tabs>
          <w:tab w:val="num" w:pos="2232"/>
        </w:tabs>
        <w:ind w:left="2232" w:hanging="2232"/>
      </w:pPr>
    </w:lvl>
    <w:lvl w:ilvl="5">
      <w:start w:val="1"/>
      <w:numFmt w:val="decimal"/>
      <w:lvlText w:val="%1.%2.%3.%4.%5.%6"/>
      <w:lvlJc w:val="left"/>
      <w:pPr>
        <w:tabs>
          <w:tab w:val="num" w:pos="2736"/>
        </w:tabs>
        <w:ind w:left="2736" w:hanging="2736"/>
      </w:p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3240"/>
      </w:pPr>
    </w:lvl>
    <w:lvl w:ilvl="7">
      <w:start w:val="1"/>
      <w:numFmt w:val="decimal"/>
      <w:lvlText w:val="%1.%2.%3.%4.%5.%6.%7.%8"/>
      <w:lvlJc w:val="left"/>
      <w:pPr>
        <w:tabs>
          <w:tab w:val="num" w:pos="3744"/>
        </w:tabs>
        <w:ind w:left="3744" w:hanging="3744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4A9F06CF"/>
    <w:multiLevelType w:val="multilevel"/>
    <w:tmpl w:val="C8A4C6E8"/>
    <w:lvl w:ilvl="0">
      <w:start w:val="1"/>
      <w:numFmt w:val="decimal"/>
      <w:lvlRestart w:val="0"/>
      <w:pStyle w:val="Kop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Kop2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Kop3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Kop4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Kop5"/>
      <w:lvlText w:val="(%1.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lowerLetter"/>
      <w:pStyle w:val="Kop6"/>
      <w:lvlText w:val="(%1.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lowerRoman"/>
      <w:pStyle w:val="Kop7"/>
      <w:lvlText w:val="(%1.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pStyle w:val="Kop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Kop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7" w15:restartNumberingAfterBreak="0">
    <w:nsid w:val="5EFA753D"/>
    <w:multiLevelType w:val="singleLevel"/>
    <w:tmpl w:val="74F66020"/>
    <w:lvl w:ilvl="0">
      <w:start w:val="1"/>
      <w:numFmt w:val="bullet"/>
      <w:pStyle w:val="opsom2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8" w15:restartNumberingAfterBreak="0">
    <w:nsid w:val="61DF6FC6"/>
    <w:multiLevelType w:val="hybridMultilevel"/>
    <w:tmpl w:val="938E2F1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2"/>
  </w:num>
  <w:num w:numId="10">
    <w:abstractNumId w:val="7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2"/>
  </w:num>
  <w:num w:numId="22">
    <w:abstractNumId w:val="7"/>
  </w:num>
  <w:num w:numId="23">
    <w:abstractNumId w:val="4"/>
  </w:num>
  <w:num w:numId="24">
    <w:abstractNumId w:val="3"/>
  </w:num>
  <w:num w:numId="25">
    <w:abstractNumId w:val="1"/>
  </w:num>
  <w:num w:numId="26">
    <w:abstractNumId w:val="0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BBD"/>
    <w:rsid w:val="00031FA5"/>
    <w:rsid w:val="00052596"/>
    <w:rsid w:val="000A73F6"/>
    <w:rsid w:val="000D5C39"/>
    <w:rsid w:val="000D79F7"/>
    <w:rsid w:val="001067A1"/>
    <w:rsid w:val="001525D4"/>
    <w:rsid w:val="00153DEF"/>
    <w:rsid w:val="00166D2A"/>
    <w:rsid w:val="00257C43"/>
    <w:rsid w:val="00271FE6"/>
    <w:rsid w:val="002E32CA"/>
    <w:rsid w:val="00302199"/>
    <w:rsid w:val="003034A9"/>
    <w:rsid w:val="0039219F"/>
    <w:rsid w:val="003B21D5"/>
    <w:rsid w:val="003E7458"/>
    <w:rsid w:val="00410D77"/>
    <w:rsid w:val="00424C96"/>
    <w:rsid w:val="0042770A"/>
    <w:rsid w:val="00432377"/>
    <w:rsid w:val="004800D9"/>
    <w:rsid w:val="00490649"/>
    <w:rsid w:val="004F2113"/>
    <w:rsid w:val="0050577C"/>
    <w:rsid w:val="00520AF9"/>
    <w:rsid w:val="005F4937"/>
    <w:rsid w:val="005F6B4F"/>
    <w:rsid w:val="00640127"/>
    <w:rsid w:val="00671EB8"/>
    <w:rsid w:val="006E3CDE"/>
    <w:rsid w:val="0072269D"/>
    <w:rsid w:val="00766799"/>
    <w:rsid w:val="0077302A"/>
    <w:rsid w:val="007852BD"/>
    <w:rsid w:val="00787DC9"/>
    <w:rsid w:val="007D1B56"/>
    <w:rsid w:val="008258A8"/>
    <w:rsid w:val="00862410"/>
    <w:rsid w:val="009057DE"/>
    <w:rsid w:val="00912EE2"/>
    <w:rsid w:val="00932012"/>
    <w:rsid w:val="009A4456"/>
    <w:rsid w:val="009D5B65"/>
    <w:rsid w:val="009E1941"/>
    <w:rsid w:val="00A40E9E"/>
    <w:rsid w:val="00A5138B"/>
    <w:rsid w:val="00AA51A1"/>
    <w:rsid w:val="00AB4B28"/>
    <w:rsid w:val="00AF45C4"/>
    <w:rsid w:val="00B9327D"/>
    <w:rsid w:val="00C036F4"/>
    <w:rsid w:val="00C96880"/>
    <w:rsid w:val="00CE4E13"/>
    <w:rsid w:val="00D3492F"/>
    <w:rsid w:val="00DB449B"/>
    <w:rsid w:val="00E15657"/>
    <w:rsid w:val="00E17EF8"/>
    <w:rsid w:val="00E42633"/>
    <w:rsid w:val="00E63827"/>
    <w:rsid w:val="00E80B0F"/>
    <w:rsid w:val="00EE27EA"/>
    <w:rsid w:val="00F300F0"/>
    <w:rsid w:val="00F32B70"/>
    <w:rsid w:val="00F6503B"/>
    <w:rsid w:val="00F71BBD"/>
    <w:rsid w:val="00F72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FB4EFE2"/>
  <w15:chartTrackingRefBased/>
  <w15:docId w15:val="{60D350B5-B49F-4B1B-9F2D-6BC3364B3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ard">
    <w:name w:val="Normal"/>
    <w:qFormat/>
    <w:rsid w:val="00862410"/>
    <w:pPr>
      <w:spacing w:line="280" w:lineRule="atLeast"/>
    </w:pPr>
    <w:rPr>
      <w:rFonts w:ascii="Arial" w:hAnsi="Arial"/>
      <w:lang w:eastAsia="en-US"/>
    </w:rPr>
  </w:style>
  <w:style w:type="paragraph" w:styleId="Kop1">
    <w:name w:val="heading 1"/>
    <w:basedOn w:val="Standaard"/>
    <w:next w:val="Standaard"/>
    <w:link w:val="Kop1Char"/>
    <w:qFormat/>
    <w:rsid w:val="00862410"/>
    <w:pPr>
      <w:keepNext/>
      <w:numPr>
        <w:numId w:val="20"/>
      </w:numPr>
      <w:tabs>
        <w:tab w:val="left" w:pos="851"/>
      </w:tabs>
      <w:outlineLvl w:val="0"/>
    </w:pPr>
    <w:rPr>
      <w:b/>
    </w:rPr>
  </w:style>
  <w:style w:type="paragraph" w:styleId="Kop2">
    <w:name w:val="heading 2"/>
    <w:basedOn w:val="Standaard"/>
    <w:next w:val="Standaard"/>
    <w:link w:val="Kop2Char"/>
    <w:qFormat/>
    <w:rsid w:val="00862410"/>
    <w:pPr>
      <w:keepNext/>
      <w:numPr>
        <w:ilvl w:val="1"/>
        <w:numId w:val="20"/>
      </w:numPr>
      <w:tabs>
        <w:tab w:val="left" w:pos="851"/>
      </w:tabs>
      <w:outlineLvl w:val="1"/>
    </w:pPr>
    <w:rPr>
      <w:b/>
      <w:noProof/>
    </w:rPr>
  </w:style>
  <w:style w:type="paragraph" w:styleId="Kop3">
    <w:name w:val="heading 3"/>
    <w:basedOn w:val="Standaard"/>
    <w:next w:val="Standaard"/>
    <w:link w:val="Kop3Char"/>
    <w:qFormat/>
    <w:rsid w:val="00862410"/>
    <w:pPr>
      <w:keepNext/>
      <w:numPr>
        <w:ilvl w:val="2"/>
        <w:numId w:val="20"/>
      </w:numPr>
      <w:tabs>
        <w:tab w:val="left" w:pos="851"/>
      </w:tabs>
      <w:outlineLvl w:val="2"/>
    </w:pPr>
    <w:rPr>
      <w:b/>
    </w:rPr>
  </w:style>
  <w:style w:type="paragraph" w:styleId="Kop4">
    <w:name w:val="heading 4"/>
    <w:basedOn w:val="Standaard"/>
    <w:next w:val="Standaard"/>
    <w:link w:val="Kop4Char"/>
    <w:qFormat/>
    <w:rsid w:val="00862410"/>
    <w:pPr>
      <w:keepNext/>
      <w:numPr>
        <w:ilvl w:val="3"/>
        <w:numId w:val="20"/>
      </w:numPr>
      <w:tabs>
        <w:tab w:val="left" w:pos="851"/>
      </w:tabs>
      <w:outlineLvl w:val="3"/>
    </w:pPr>
    <w:rPr>
      <w:b/>
    </w:rPr>
  </w:style>
  <w:style w:type="paragraph" w:styleId="Kop5">
    <w:name w:val="heading 5"/>
    <w:basedOn w:val="Standaard"/>
    <w:next w:val="Standaard"/>
    <w:link w:val="Kop5Char"/>
    <w:qFormat/>
    <w:rsid w:val="00862410"/>
    <w:pPr>
      <w:numPr>
        <w:ilvl w:val="4"/>
        <w:numId w:val="20"/>
      </w:numPr>
      <w:spacing w:before="120"/>
      <w:outlineLvl w:val="4"/>
    </w:pPr>
    <w:rPr>
      <w:spacing w:val="6"/>
    </w:rPr>
  </w:style>
  <w:style w:type="paragraph" w:styleId="Kop6">
    <w:name w:val="heading 6"/>
    <w:basedOn w:val="Standaard"/>
    <w:next w:val="Standaard"/>
    <w:qFormat/>
    <w:pPr>
      <w:numPr>
        <w:ilvl w:val="5"/>
        <w:numId w:val="20"/>
      </w:numPr>
      <w:spacing w:before="240" w:after="60"/>
      <w:outlineLvl w:val="5"/>
    </w:pPr>
    <w:rPr>
      <w:i/>
    </w:rPr>
  </w:style>
  <w:style w:type="paragraph" w:styleId="Kop7">
    <w:name w:val="heading 7"/>
    <w:basedOn w:val="Standaard"/>
    <w:next w:val="Standaard"/>
    <w:qFormat/>
    <w:pPr>
      <w:numPr>
        <w:ilvl w:val="6"/>
        <w:numId w:val="20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pPr>
      <w:numPr>
        <w:ilvl w:val="7"/>
        <w:numId w:val="20"/>
      </w:numPr>
      <w:spacing w:before="240" w:after="60"/>
      <w:outlineLvl w:val="7"/>
    </w:pPr>
    <w:rPr>
      <w:i/>
    </w:rPr>
  </w:style>
  <w:style w:type="paragraph" w:styleId="Kop9">
    <w:name w:val="heading 9"/>
    <w:basedOn w:val="Standaard"/>
    <w:next w:val="Standaard"/>
    <w:qFormat/>
    <w:pPr>
      <w:numPr>
        <w:ilvl w:val="8"/>
        <w:numId w:val="20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10arialvet">
    <w:name w:val="kop_10_arial_vet"/>
    <w:basedOn w:val="Standaard"/>
    <w:next w:val="Standaard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</w:tabs>
    </w:pPr>
    <w:rPr>
      <w:rFonts w:ascii="Arial Narrow" w:hAnsi="Arial Narrow"/>
      <w:b/>
    </w:rPr>
  </w:style>
  <w:style w:type="paragraph" w:customStyle="1" w:styleId="kop14arialvet">
    <w:name w:val="kop_14_arial_vet"/>
    <w:basedOn w:val="Standaard"/>
    <w:next w:val="Standaard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</w:tabs>
    </w:pPr>
    <w:rPr>
      <w:rFonts w:ascii="Arial Narrow" w:hAnsi="Arial Narrow"/>
      <w:b/>
      <w:caps/>
      <w:sz w:val="28"/>
    </w:rPr>
  </w:style>
  <w:style w:type="paragraph" w:styleId="Koptekst">
    <w:name w:val="header"/>
    <w:basedOn w:val="Standaard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center" w:pos="4703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right" w:pos="9406"/>
      </w:tabs>
    </w:pPr>
  </w:style>
  <w:style w:type="paragraph" w:styleId="Voettekst">
    <w:name w:val="footer"/>
    <w:basedOn w:val="Standaard"/>
    <w:link w:val="VoettekstChar"/>
    <w:rsid w:val="00862410"/>
    <w:pPr>
      <w:tabs>
        <w:tab w:val="center" w:pos="4536"/>
        <w:tab w:val="right" w:pos="9072"/>
      </w:tabs>
      <w:spacing w:line="200" w:lineRule="exact"/>
    </w:pPr>
    <w:rPr>
      <w:sz w:val="15"/>
    </w:rPr>
  </w:style>
  <w:style w:type="character" w:styleId="Paginanummer">
    <w:name w:val="page number"/>
    <w:basedOn w:val="Standaardalinea-lettertype"/>
  </w:style>
  <w:style w:type="paragraph" w:customStyle="1" w:styleId="kop9arialcursief">
    <w:name w:val="kop_9_arialcursief"/>
    <w:basedOn w:val="Standaard"/>
    <w:rPr>
      <w:rFonts w:ascii="Arial Narrow" w:hAnsi="Arial Narrow"/>
      <w:i/>
      <w:vanish/>
    </w:rPr>
  </w:style>
  <w:style w:type="paragraph" w:customStyle="1" w:styleId="kop10arialcursief">
    <w:name w:val="kop_10_arial_cursief"/>
    <w:basedOn w:val="Standaard"/>
    <w:next w:val="Standaard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</w:tabs>
    </w:pPr>
    <w:rPr>
      <w:rFonts w:ascii="Arial Narrow" w:hAnsi="Arial Narrow"/>
      <w:i/>
    </w:rPr>
  </w:style>
  <w:style w:type="paragraph" w:styleId="Inhopg1">
    <w:name w:val="toc 1"/>
    <w:basedOn w:val="Standaard"/>
    <w:next w:val="Standaard"/>
    <w:autoRedefine/>
    <w:semiHidden/>
    <w:rsid w:val="00862410"/>
    <w:pPr>
      <w:tabs>
        <w:tab w:val="left" w:pos="851"/>
        <w:tab w:val="right" w:pos="9072"/>
      </w:tabs>
      <w:spacing w:before="280" w:line="240" w:lineRule="auto"/>
    </w:pPr>
    <w:rPr>
      <w:b/>
      <w:noProof/>
    </w:rPr>
  </w:style>
  <w:style w:type="paragraph" w:styleId="Inhopg2">
    <w:name w:val="toc 2"/>
    <w:basedOn w:val="Standaard"/>
    <w:next w:val="Standaard"/>
    <w:autoRedefine/>
    <w:semiHidden/>
    <w:rsid w:val="00862410"/>
    <w:pPr>
      <w:tabs>
        <w:tab w:val="left" w:pos="851"/>
        <w:tab w:val="right" w:leader="dot" w:pos="9072"/>
      </w:tabs>
      <w:spacing w:line="240" w:lineRule="auto"/>
    </w:pPr>
    <w:rPr>
      <w:noProof/>
    </w:rPr>
  </w:style>
  <w:style w:type="paragraph" w:styleId="Inhopg3">
    <w:name w:val="toc 3"/>
    <w:basedOn w:val="Standaard"/>
    <w:next w:val="Standaard"/>
    <w:autoRedefine/>
    <w:semiHidden/>
    <w:rsid w:val="00862410"/>
    <w:pPr>
      <w:tabs>
        <w:tab w:val="left" w:pos="851"/>
        <w:tab w:val="right" w:leader="dot" w:pos="9072"/>
      </w:tabs>
      <w:spacing w:line="240" w:lineRule="auto"/>
    </w:pPr>
    <w:rPr>
      <w:noProof/>
    </w:rPr>
  </w:style>
  <w:style w:type="paragraph" w:styleId="Inhopg4">
    <w:name w:val="toc 4"/>
    <w:basedOn w:val="Standaard"/>
    <w:next w:val="Standaard"/>
    <w:autoRedefine/>
    <w:semiHidden/>
    <w:rsid w:val="00862410"/>
    <w:pPr>
      <w:tabs>
        <w:tab w:val="left" w:pos="1330"/>
        <w:tab w:val="left" w:pos="2520"/>
        <w:tab w:val="right" w:leader="dot" w:pos="8505"/>
      </w:tabs>
      <w:spacing w:line="240" w:lineRule="auto"/>
      <w:ind w:left="1800"/>
    </w:pPr>
    <w:rPr>
      <w:noProof/>
    </w:rPr>
  </w:style>
  <w:style w:type="paragraph" w:styleId="Inhopg5">
    <w:name w:val="toc 5"/>
    <w:basedOn w:val="Standaard"/>
    <w:next w:val="Standaard"/>
    <w:autoRedefine/>
    <w:semiHidden/>
    <w:pPr>
      <w:tabs>
        <w:tab w:val="right" w:leader="dot" w:pos="9350"/>
      </w:tabs>
    </w:pPr>
  </w:style>
  <w:style w:type="paragraph" w:styleId="Inhopg6">
    <w:name w:val="toc 6"/>
    <w:basedOn w:val="Standaard"/>
    <w:next w:val="Standaard"/>
    <w:autoRedefine/>
    <w:semiHidden/>
    <w:pPr>
      <w:tabs>
        <w:tab w:val="right" w:leader="dot" w:pos="9350"/>
      </w:tabs>
    </w:pPr>
  </w:style>
  <w:style w:type="paragraph" w:styleId="Inhopg7">
    <w:name w:val="toc 7"/>
    <w:basedOn w:val="Standaard"/>
    <w:next w:val="Standaard"/>
    <w:autoRedefine/>
    <w:semiHidden/>
    <w:pPr>
      <w:tabs>
        <w:tab w:val="right" w:leader="dot" w:pos="9350"/>
      </w:tabs>
    </w:pPr>
  </w:style>
  <w:style w:type="paragraph" w:styleId="Inhopg8">
    <w:name w:val="toc 8"/>
    <w:basedOn w:val="Standaard"/>
    <w:next w:val="Standaard"/>
    <w:autoRedefine/>
    <w:semiHidden/>
    <w:pPr>
      <w:tabs>
        <w:tab w:val="right" w:leader="dot" w:pos="9350"/>
      </w:tabs>
    </w:pPr>
  </w:style>
  <w:style w:type="paragraph" w:styleId="Inhopg9">
    <w:name w:val="toc 9"/>
    <w:basedOn w:val="Standaard"/>
    <w:next w:val="Standaard"/>
    <w:autoRedefine/>
    <w:semiHidden/>
    <w:pPr>
      <w:tabs>
        <w:tab w:val="right" w:leader="dot" w:pos="9350"/>
      </w:tabs>
    </w:pPr>
  </w:style>
  <w:style w:type="paragraph" w:customStyle="1" w:styleId="titel3">
    <w:name w:val="titel3"/>
    <w:basedOn w:val="kop10arialvet"/>
    <w:next w:val="Standaard"/>
    <w:rPr>
      <w:i/>
    </w:rPr>
  </w:style>
  <w:style w:type="paragraph" w:customStyle="1" w:styleId="opsom1">
    <w:name w:val="opsom1"/>
    <w:basedOn w:val="Standaard"/>
    <w:rsid w:val="00862410"/>
    <w:pPr>
      <w:numPr>
        <w:numId w:val="21"/>
      </w:numPr>
      <w:tabs>
        <w:tab w:val="left" w:pos="425"/>
      </w:tabs>
    </w:pPr>
  </w:style>
  <w:style w:type="paragraph" w:customStyle="1" w:styleId="opsom2">
    <w:name w:val="opsom2"/>
    <w:basedOn w:val="Standaard"/>
    <w:rsid w:val="00862410"/>
    <w:pPr>
      <w:numPr>
        <w:numId w:val="22"/>
      </w:numPr>
      <w:tabs>
        <w:tab w:val="left" w:pos="851"/>
      </w:tabs>
    </w:pPr>
  </w:style>
  <w:style w:type="paragraph" w:styleId="Plattetekstinspringen">
    <w:name w:val="Body Text Indent"/>
    <w:basedOn w:val="Standaard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</w:tabs>
      <w:ind w:left="1415" w:hanging="849"/>
    </w:pPr>
  </w:style>
  <w:style w:type="paragraph" w:styleId="Plattetekstinspringen2">
    <w:name w:val="Body Text Indent 2"/>
    <w:basedOn w:val="Standaard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</w:tabs>
      <w:ind w:left="1134" w:hanging="1134"/>
    </w:pPr>
  </w:style>
  <w:style w:type="paragraph" w:styleId="Plattetekstinspringen3">
    <w:name w:val="Body Text Indent 3"/>
    <w:basedOn w:val="Standaard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</w:tabs>
      <w:ind w:left="567" w:hanging="567"/>
    </w:pPr>
  </w:style>
  <w:style w:type="character" w:styleId="Voetnootmarkering">
    <w:name w:val="footnote reference"/>
    <w:basedOn w:val="Standaardalinea-lettertype"/>
    <w:semiHidden/>
    <w:rPr>
      <w:rFonts w:ascii="Bookman Old Style" w:hAnsi="Bookman Old Style"/>
      <w:sz w:val="16"/>
      <w:vertAlign w:val="superscript"/>
    </w:rPr>
  </w:style>
  <w:style w:type="paragraph" w:styleId="Voetnoottekst">
    <w:name w:val="footnote text"/>
    <w:basedOn w:val="Standaard"/>
    <w:semiHidden/>
    <w:pPr>
      <w:tabs>
        <w:tab w:val="left" w:pos="284"/>
      </w:tabs>
      <w:ind w:left="284" w:hanging="284"/>
    </w:pPr>
    <w:rPr>
      <w:sz w:val="16"/>
    </w:rPr>
  </w:style>
  <w:style w:type="paragraph" w:customStyle="1" w:styleId="Kop0">
    <w:name w:val="Kop 0"/>
    <w:basedOn w:val="Kop1"/>
    <w:next w:val="Standaard"/>
    <w:rsid w:val="00862410"/>
    <w:pPr>
      <w:keepLines/>
      <w:numPr>
        <w:numId w:val="0"/>
      </w:numPr>
      <w:tabs>
        <w:tab w:val="num" w:pos="851"/>
      </w:tabs>
      <w:ind w:left="851" w:hanging="851"/>
      <w:outlineLvl w:val="9"/>
    </w:pPr>
    <w:rPr>
      <w:spacing w:val="6"/>
      <w:sz w:val="26"/>
    </w:rPr>
  </w:style>
  <w:style w:type="paragraph" w:styleId="Bijschrift">
    <w:name w:val="caption"/>
    <w:basedOn w:val="Standaard"/>
    <w:next w:val="Standaard"/>
    <w:qFormat/>
    <w:rsid w:val="00862410"/>
    <w:pPr>
      <w:spacing w:before="120"/>
    </w:pPr>
    <w:rPr>
      <w:i/>
      <w:spacing w:val="6"/>
      <w:sz w:val="18"/>
    </w:rPr>
  </w:style>
  <w:style w:type="character" w:customStyle="1" w:styleId="refkopjes">
    <w:name w:val="refkopjes"/>
    <w:rsid w:val="00862410"/>
    <w:rPr>
      <w:rFonts w:ascii="Verdana" w:hAnsi="Verdana"/>
      <w:sz w:val="16"/>
    </w:rPr>
  </w:style>
  <w:style w:type="paragraph" w:customStyle="1" w:styleId="Hoofdkop">
    <w:name w:val="Hoofdkop"/>
    <w:basedOn w:val="Standaard"/>
    <w:next w:val="Standaard"/>
    <w:rsid w:val="00862410"/>
    <w:rPr>
      <w:b/>
      <w:caps/>
    </w:rPr>
  </w:style>
  <w:style w:type="paragraph" w:customStyle="1" w:styleId="Alineakop">
    <w:name w:val="Alineakop"/>
    <w:basedOn w:val="Standaard"/>
    <w:next w:val="Standaard"/>
    <w:rsid w:val="00862410"/>
    <w:rPr>
      <w:b/>
    </w:rPr>
  </w:style>
  <w:style w:type="paragraph" w:customStyle="1" w:styleId="Subalineakop">
    <w:name w:val="Subalineakop"/>
    <w:basedOn w:val="Standaard"/>
    <w:next w:val="Standaard"/>
    <w:rsid w:val="00862410"/>
    <w:rPr>
      <w:i/>
    </w:rPr>
  </w:style>
  <w:style w:type="paragraph" w:customStyle="1" w:styleId="formuliernaam">
    <w:name w:val="formuliernaam"/>
    <w:basedOn w:val="Standaard"/>
    <w:next w:val="Standaard"/>
    <w:rsid w:val="00862410"/>
    <w:rPr>
      <w:sz w:val="40"/>
    </w:rPr>
  </w:style>
  <w:style w:type="paragraph" w:customStyle="1" w:styleId="refkop">
    <w:name w:val="refkop"/>
    <w:basedOn w:val="Standaard"/>
    <w:rsid w:val="00862410"/>
    <w:pPr>
      <w:spacing w:line="240" w:lineRule="auto"/>
    </w:pPr>
    <w:rPr>
      <w:rFonts w:ascii="Arial Narrow" w:hAnsi="Arial Narrow"/>
      <w:sz w:val="18"/>
    </w:rPr>
  </w:style>
  <w:style w:type="paragraph" w:styleId="Titel">
    <w:name w:val="Title"/>
    <w:basedOn w:val="Standaard"/>
    <w:link w:val="TitelChar"/>
    <w:qFormat/>
    <w:rsid w:val="00862410"/>
    <w:pPr>
      <w:spacing w:before="240" w:after="60"/>
      <w:outlineLvl w:val="0"/>
    </w:pPr>
    <w:rPr>
      <w:kern w:val="28"/>
      <w:sz w:val="40"/>
    </w:rPr>
  </w:style>
  <w:style w:type="paragraph" w:styleId="Ondertitel">
    <w:name w:val="Subtitle"/>
    <w:basedOn w:val="Standaard"/>
    <w:qFormat/>
    <w:pPr>
      <w:spacing w:after="60"/>
      <w:outlineLvl w:val="1"/>
    </w:pPr>
    <w:rPr>
      <w:rFonts w:cs="Arial"/>
      <w:sz w:val="32"/>
      <w:szCs w:val="24"/>
    </w:rPr>
  </w:style>
  <w:style w:type="paragraph" w:customStyle="1" w:styleId="voorkop">
    <w:name w:val="voorkop"/>
    <w:rsid w:val="00862410"/>
    <w:pPr>
      <w:spacing w:line="280" w:lineRule="atLeast"/>
    </w:pPr>
    <w:rPr>
      <w:rFonts w:ascii="Arial" w:hAnsi="Arial"/>
      <w:b/>
      <w:lang w:eastAsia="en-US"/>
    </w:rPr>
  </w:style>
  <w:style w:type="character" w:customStyle="1" w:styleId="Kop1Char">
    <w:name w:val="Kop 1 Char"/>
    <w:basedOn w:val="Standaardalinea-lettertype"/>
    <w:link w:val="Kop1"/>
    <w:rsid w:val="00862410"/>
    <w:rPr>
      <w:rFonts w:ascii="Arial" w:hAnsi="Arial"/>
      <w:b/>
      <w:lang w:eastAsia="en-US"/>
    </w:rPr>
  </w:style>
  <w:style w:type="character" w:customStyle="1" w:styleId="Kop2Char">
    <w:name w:val="Kop 2 Char"/>
    <w:basedOn w:val="Standaardalinea-lettertype"/>
    <w:link w:val="Kop2"/>
    <w:rsid w:val="00862410"/>
    <w:rPr>
      <w:rFonts w:ascii="Arial" w:hAnsi="Arial"/>
      <w:b/>
      <w:noProof/>
      <w:lang w:eastAsia="en-US"/>
    </w:rPr>
  </w:style>
  <w:style w:type="character" w:customStyle="1" w:styleId="Kop3Char">
    <w:name w:val="Kop 3 Char"/>
    <w:basedOn w:val="Standaardalinea-lettertype"/>
    <w:link w:val="Kop3"/>
    <w:rsid w:val="00862410"/>
    <w:rPr>
      <w:rFonts w:ascii="Arial" w:hAnsi="Arial"/>
      <w:b/>
      <w:lang w:eastAsia="en-US"/>
    </w:rPr>
  </w:style>
  <w:style w:type="character" w:customStyle="1" w:styleId="Kop4Char">
    <w:name w:val="Kop 4 Char"/>
    <w:basedOn w:val="Standaardalinea-lettertype"/>
    <w:link w:val="Kop4"/>
    <w:rsid w:val="00862410"/>
    <w:rPr>
      <w:rFonts w:ascii="Arial" w:hAnsi="Arial"/>
      <w:b/>
      <w:lang w:eastAsia="en-US"/>
    </w:rPr>
  </w:style>
  <w:style w:type="character" w:customStyle="1" w:styleId="Kop5Char">
    <w:name w:val="Kop 5 Char"/>
    <w:basedOn w:val="Standaardalinea-lettertype"/>
    <w:link w:val="Kop5"/>
    <w:rsid w:val="00862410"/>
    <w:rPr>
      <w:rFonts w:ascii="Arial" w:hAnsi="Arial"/>
      <w:spacing w:val="6"/>
      <w:lang w:eastAsia="en-US"/>
    </w:rPr>
  </w:style>
  <w:style w:type="character" w:customStyle="1" w:styleId="TitelChar">
    <w:name w:val="Titel Char"/>
    <w:basedOn w:val="Standaardalinea-lettertype"/>
    <w:link w:val="Titel"/>
    <w:rsid w:val="00862410"/>
    <w:rPr>
      <w:rFonts w:ascii="Arial" w:hAnsi="Arial"/>
      <w:kern w:val="28"/>
      <w:sz w:val="40"/>
      <w:lang w:eastAsia="en-US"/>
    </w:rPr>
  </w:style>
  <w:style w:type="character" w:customStyle="1" w:styleId="VoettekstChar">
    <w:name w:val="Voettekst Char"/>
    <w:basedOn w:val="Standaardalinea-lettertype"/>
    <w:link w:val="Voettekst"/>
    <w:rsid w:val="00862410"/>
    <w:rPr>
      <w:rFonts w:ascii="Arial" w:hAnsi="Arial"/>
      <w:sz w:val="15"/>
      <w:lang w:eastAsia="en-US"/>
    </w:rPr>
  </w:style>
  <w:style w:type="table" w:styleId="Tabelraster">
    <w:name w:val="Table Grid"/>
    <w:basedOn w:val="Standaardtabel"/>
    <w:rsid w:val="00F71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E32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mmensasapm\AppData\Local\Temp\Templafy\WordVsto\5miaib2p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TemplafyFormConfiguration><![CDATA[{"formFields":[],"formDataEntries":[]}]]></TemplafyFormConfiguration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L_Word" ma:contentTypeID="0x010100AFE9EB2BDEAF554BAA044162362F5A500097733A7A9975D44189963422AC5C4F0300297DC1FC757152469CEEE1BF082B4C74" ma:contentTypeVersion="0" ma:contentTypeDescription="Een nieuw document maken." ma:contentTypeScope="" ma:versionID="9257a4cc9dbd1a1e2ea5f9ccc211de1b">
  <xsd:schema xmlns:xsd="http://www.w3.org/2001/XMLSchema" xmlns:xs="http://www.w3.org/2001/XMLSchema" xmlns:p="http://schemas.microsoft.com/office/2006/metadata/properties" xmlns:ns1="30bf72f1-eaca-4820-ba1f-387fc070811c" xmlns:ns2="fcb750c8-6e58-4552-b70f-9122fa8e6f22" xmlns:ns4="b0d25f5f-3455-43ab-a53f-132be5aea04d" xmlns:ns5="7640d30c-29c3-4f5a-96e2-235bc7a2ad03" xmlns:ns6="039c384a-294c-46eb-bf29-17daaeb74222" xmlns:ns7="698ae1af-a359-4a58-ab7b-443aa3d905f7" xmlns:ns8="65775081-4821-478b-a75a-bb24d398bc4d" xmlns:ns9="b9d520db-2baa-40e7-873d-d8e5f8b095d4" targetNamespace="http://schemas.microsoft.com/office/2006/metadata/properties" ma:root="true" ma:fieldsID="71f2f694bb9eb2e8c4069ff16990710f" ns1:_="" ns2:_="" ns4:_="" ns5:_="" ns6:_="" ns7:_="" ns8:_="" ns9:_="">
    <xsd:import namespace="30bf72f1-eaca-4820-ba1f-387fc070811c"/>
    <xsd:import namespace="fcb750c8-6e58-4552-b70f-9122fa8e6f22"/>
    <xsd:import namespace="b0d25f5f-3455-43ab-a53f-132be5aea04d"/>
    <xsd:import namespace="7640d30c-29c3-4f5a-96e2-235bc7a2ad03"/>
    <xsd:import namespace="039c384a-294c-46eb-bf29-17daaeb74222"/>
    <xsd:import namespace="698ae1af-a359-4a58-ab7b-443aa3d905f7"/>
    <xsd:import namespace="65775081-4821-478b-a75a-bb24d398bc4d"/>
    <xsd:import namespace="b9d520db-2baa-40e7-873d-d8e5f8b095d4"/>
    <xsd:element name="properties">
      <xsd:complexType>
        <xsd:sequence>
          <xsd:element name="documentManagement">
            <xsd:complexType>
              <xsd:all>
                <xsd:element ref="ns1:CSG_SEP1" minOccurs="0"/>
                <xsd:element ref="ns2:PRL_DocumentNummer" minOccurs="0"/>
                <xsd:element ref="ns2:PRL_DossierNummer" minOccurs="0"/>
                <xsd:element ref="ns2:PRL_Documentsoort"/>
                <xsd:element ref="ns2:PRL_Vertrouwelijkheid" minOccurs="0"/>
                <xsd:element ref="ns2:PRL_DocumentRichting" minOccurs="0"/>
                <xsd:element ref="ns2:PRL_Medewerker" minOccurs="0"/>
                <xsd:element ref="ns4:PRL_DossierTitle" minOccurs="0"/>
                <xsd:element ref="ns5:CSG_Ontvangstdatum" minOccurs="0"/>
                <xsd:element ref="ns1:PRL_DOC_Verzenddatum" minOccurs="0"/>
                <xsd:element ref="ns1:PRL_DOC_Eigenarchiefactie" minOccurs="0"/>
                <xsd:element ref="ns6:CSG_ZAK_Archiefnominatie" minOccurs="0"/>
                <xsd:element ref="ns1:PRL_DOS_Archiefactietermijn" minOccurs="0"/>
                <xsd:element ref="ns2:PRL_Vernietigingsdatum" minOccurs="0"/>
                <xsd:element ref="ns5:CSG_DocumentSetNr" minOccurs="0"/>
                <xsd:element ref="ns5:CSG_HoofdDocumentNr" minOccurs="0"/>
                <xsd:element ref="ns1:CSG_SEP2" minOccurs="0"/>
                <xsd:element ref="ns7:PRL_NAWNaam" minOccurs="0"/>
                <xsd:element ref="ns7:PRL_NAWCorrespondentieAdres" minOccurs="0"/>
                <xsd:element ref="ns7:PRL_NAWCorrespondentieNr" minOccurs="0"/>
                <xsd:element ref="ns7:PRL_NAWCorrespondentiePostcode" minOccurs="0"/>
                <xsd:element ref="ns7:PRL_NAWCorrespondentieWoonplaats" minOccurs="0"/>
                <xsd:element ref="ns8:CSG_NAWLand" minOccurs="0"/>
                <xsd:element ref="ns7:PRL_Telefoon" minOccurs="0"/>
                <xsd:element ref="ns1:PRL_Emailadresnaw" minOccurs="0"/>
                <xsd:element ref="ns5:CSG_NAWID" minOccurs="0"/>
                <xsd:element ref="ns1:CSG_SEP3" minOccurs="0"/>
                <xsd:element ref="ns2:_dlc_DocIdUrl" minOccurs="0"/>
                <xsd:element ref="ns2:PRL_Bvmapnummer" minOccurs="0"/>
                <xsd:element ref="ns1:PRL_Besluit" minOccurs="0"/>
                <xsd:element ref="ns2:_dlc_DocId" minOccurs="0"/>
                <xsd:element ref="ns2:_dlc_DocIdPersistId" minOccurs="0"/>
                <xsd:element ref="ns2:PRL_SoortBesluitvorming" minOccurs="0"/>
                <xsd:element ref="ns2:PRL_Portefeuillehouder" minOccurs="0"/>
                <xsd:element ref="ns9:PRL_DocumentBron" minOccurs="0"/>
                <xsd:element ref="ns2:PRL_DossierLijst" minOccurs="0"/>
                <xsd:element ref="ns2:PRL_DossierCluster" minOccurs="0"/>
                <xsd:element ref="ns1:PRL_DOS_Verantwor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bf72f1-eaca-4820-ba1f-387fc070811c" elementFormDefault="qualified">
    <xsd:import namespace="http://schemas.microsoft.com/office/2006/documentManagement/types"/>
    <xsd:import namespace="http://schemas.microsoft.com/office/infopath/2007/PartnerControls"/>
    <xsd:element name="CSG_SEP1" ma:index="0" nillable="true" ma:displayName="CSG_SEP1" ma:internalName="CSG_SEP1">
      <xsd:simpleType>
        <xsd:restriction base="dms:Text">
          <xsd:maxLength value="255"/>
        </xsd:restriction>
      </xsd:simpleType>
    </xsd:element>
    <xsd:element name="PRL_DOC_Verzenddatum" ma:index="11" nillable="true" ma:displayName="Verzenddatum" ma:format="DateOnly" ma:internalName="PRL_DOC_Verzenddatum">
      <xsd:simpleType>
        <xsd:restriction base="dms:DateTime"/>
      </xsd:simpleType>
    </xsd:element>
    <xsd:element name="PRL_DOC_Eigenarchiefactie" ma:index="12" nillable="true" ma:displayName="Eigen archiefactie" ma:default="0" ma:internalName="PRL_DOC_Eigenarchiefactie">
      <xsd:simpleType>
        <xsd:restriction base="dms:Boolean"/>
      </xsd:simpleType>
    </xsd:element>
    <xsd:element name="PRL_DOS_Archiefactietermijn" ma:index="14" nillable="true" ma:displayName="Archiefactietermijn" ma:decimals="0" ma:internalName="PRL_DOS_Archiefactietermijn" ma:percentage="FALSE">
      <xsd:simpleType>
        <xsd:restriction base="dms:Number">
          <xsd:maxInclusive value="9999"/>
          <xsd:minInclusive value="0"/>
        </xsd:restriction>
      </xsd:simpleType>
    </xsd:element>
    <xsd:element name="CSG_SEP2" ma:index="20" nillable="true" ma:displayName="CSG_SEP2" ma:internalName="CSG_SEP2">
      <xsd:simpleType>
        <xsd:restriction base="dms:Text">
          <xsd:maxLength value="255"/>
        </xsd:restriction>
      </xsd:simpleType>
    </xsd:element>
    <xsd:element name="PRL_Emailadresnaw" ma:index="28" nillable="true" ma:displayName="E-mailadres (NAW)" ma:internalName="PRL_Emailadresnaw">
      <xsd:simpleType>
        <xsd:restriction base="dms:Text">
          <xsd:maxLength value="255"/>
        </xsd:restriction>
      </xsd:simpleType>
    </xsd:element>
    <xsd:element name="CSG_SEP3" ma:index="30" nillable="true" ma:displayName="CSG_SEP3" ma:hidden="true" ma:internalName="CSG_SEP3" ma:readOnly="false">
      <xsd:simpleType>
        <xsd:restriction base="dms:Text">
          <xsd:maxLength value="255"/>
        </xsd:restriction>
      </xsd:simpleType>
    </xsd:element>
    <xsd:element name="PRL_Besluit" ma:index="33" nillable="true" ma:displayName="Besluit" ma:default="Selecteer..." ma:format="Dropdown" ma:hidden="true" ma:internalName="PRL_Besluit" ma:readOnly="false">
      <xsd:simpleType>
        <xsd:restriction base="dms:Choice">
          <xsd:enumeration value="Selecteer..."/>
          <xsd:enumeration value="Aangehouden"/>
          <xsd:enumeration value="Afvoeren"/>
          <xsd:enumeration value="Conform"/>
          <xsd:enumeration value="Conform met aanpassingen"/>
          <xsd:enumeration value="Niet akkoord"/>
          <xsd:enumeration value="Niet behandeld"/>
          <xsd:enumeration value="PH gemachtigd"/>
          <xsd:enumeration value="Voor kennisgeving aangenomen"/>
        </xsd:restriction>
      </xsd:simpleType>
    </xsd:element>
    <xsd:element name="PRL_DOS_Verantworg" ma:index="47" nillable="true" ma:displayName="Verantwoordelijk orgaan" ma:list="UserInfo" ma:SearchPeopleOnly="false" ma:SharePointGroup="0" ma:internalName="PRL_DOS_Verantworg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b750c8-6e58-4552-b70f-9122fa8e6f22" elementFormDefault="qualified">
    <xsd:import namespace="http://schemas.microsoft.com/office/2006/documentManagement/types"/>
    <xsd:import namespace="http://schemas.microsoft.com/office/infopath/2007/PartnerControls"/>
    <xsd:element name="PRL_DocumentNummer" ma:index="1" nillable="true" ma:displayName="Documentnummer" ma:internalName="PRL_DocumentNummer" ma:readOnly="false">
      <xsd:simpleType>
        <xsd:restriction base="dms:Text">
          <xsd:maxLength value="255"/>
        </xsd:restriction>
      </xsd:simpleType>
    </xsd:element>
    <xsd:element name="PRL_DossierNummer" ma:index="2" nillable="true" ma:displayName="Dossiernummer" ma:internalName="PRL_DossierNummer" ma:readOnly="false">
      <xsd:simpleType>
        <xsd:restriction base="dms:Text">
          <xsd:maxLength value="255"/>
        </xsd:restriction>
      </xsd:simpleType>
    </xsd:element>
    <xsd:element name="PRL_Documentsoort" ma:index="4" ma:displayName="Documentsoort" ma:format="Dropdown" ma:internalName="PRL_Documentsoort" ma:readOnly="false">
      <xsd:simpleType>
        <xsd:restriction base="dms:Choice">
          <xsd:enumeration value="Aanvullende gegevens"/>
          <xsd:enumeration value="Beantwoording WOO-verzoek"/>
          <xsd:enumeration value="Beslissing opschorting"/>
          <xsd:enumeration value="Beslissing verdaging/uitstel"/>
          <xsd:enumeration value="Besluit/beslissing"/>
          <xsd:enumeration value="CdK machtiging"/>
          <xsd:enumeration value="Doorzendingsbrief"/>
          <xsd:enumeration value="DT besluit"/>
          <xsd:enumeration value="DT nota"/>
          <xsd:enumeration value="Evaluatie(formulier)"/>
          <xsd:enumeration value="GS besluit"/>
          <xsd:enumeration value="GS brief"/>
          <xsd:enumeration value="GS nota"/>
          <xsd:enumeration value="GS omslag"/>
          <xsd:enumeration value="Informatie"/>
          <xsd:enumeration value="Interne memo / notitie"/>
          <xsd:enumeration value="Interne nota"/>
          <xsd:enumeration value="Mededeling portefeuillehouder"/>
          <xsd:enumeration value="Moties, toezeggingen, aanbevelingen PS"/>
          <xsd:enumeration value="Ontvangstbevestiging"/>
          <xsd:enumeration value="Overzicht/lijst"/>
          <xsd:enumeration value="Plan"/>
          <xsd:enumeration value="PS brief"/>
          <xsd:enumeration value="PS Informerend stuk"/>
          <xsd:enumeration value="PS Sonderend stuk"/>
          <xsd:enumeration value="PS Statenbesluit"/>
          <xsd:enumeration value="PS Statenvoorstel"/>
          <xsd:enumeration value="RO nota"/>
          <xsd:enumeration value="Verslag"/>
          <xsd:enumeration value="Verzoek aanvullende gegevens"/>
          <xsd:enumeration value="Verzoek/aanvraag"/>
          <xsd:enumeration value="WOO-verzoek"/>
          <xsd:enumeration value="Zienswijze/inspraakreactie"/>
        </xsd:restriction>
      </xsd:simpleType>
    </xsd:element>
    <xsd:element name="PRL_Vertrouwelijkheid" ma:index="6" nillable="true" ma:displayName="Vertrouwelijkheid" ma:format="Dropdown" ma:internalName="PRL_Vertrouwelijkheid" ma:readOnly="false">
      <xsd:simpleType>
        <xsd:restriction base="dms:Choice">
          <xsd:enumeration value="Bedrijfsvertrouwelijk"/>
          <xsd:enumeration value="Geheim"/>
          <xsd:enumeration value="Openbaar"/>
          <xsd:enumeration value="Vertrouwelijk"/>
        </xsd:restriction>
      </xsd:simpleType>
    </xsd:element>
    <xsd:element name="PRL_DocumentRichting" ma:index="7" nillable="true" ma:displayName="Documentrichting" ma:format="Dropdown" ma:internalName="PRL_DocumentRichting" ma:readOnly="false">
      <xsd:simpleType>
        <xsd:restriction base="dms:Choice">
          <xsd:enumeration value="Inkomend"/>
          <xsd:enumeration value="Intern"/>
          <xsd:enumeration value="Uitgaand"/>
        </xsd:restriction>
      </xsd:simpleType>
    </xsd:element>
    <xsd:element name="PRL_Medewerker" ma:index="8" nillable="true" ma:displayName="Medewerker registratie" ma:list="UserInfo" ma:SharePointGroup="0" ma:internalName="PRL_Medewerk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L_Vernietigingsdatum" ma:index="15" nillable="true" ma:displayName="Archiefactiedatum" ma:format="DateOnly" ma:internalName="PRL_Vernietigingsdatum">
      <xsd:simpleType>
        <xsd:restriction base="dms:DateTime"/>
      </xsd:simpleType>
    </xsd:element>
    <xsd:element name="_dlc_DocIdUrl" ma:index="31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RL_Bvmapnummer" ma:index="32" nillable="true" ma:displayName="BV-mapnummer" ma:hidden="true" ma:internalName="PRL_Bvmapnummer" ma:readOnly="false">
      <xsd:simpleType>
        <xsd:restriction base="dms:Text">
          <xsd:maxLength value="255"/>
        </xsd:restriction>
      </xsd:simpleType>
    </xsd:element>
    <xsd:element name="_dlc_DocId" ma:index="37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PersistId" ma:index="39" nillable="true" ma:displayName="Id blijven behouden" ma:description="Id behouden tijdens toevoegen." ma:hidden="true" ma:internalName="_dlc_DocIdPersistId" ma:readOnly="true">
      <xsd:simpleType>
        <xsd:restriction base="dms:Boolean"/>
      </xsd:simpleType>
    </xsd:element>
    <xsd:element name="PRL_SoortBesluitvorming" ma:index="41" nillable="true" ma:displayName="Soort besluitvormingsmap" ma:default="" ma:format="Dropdown" ma:internalName="PRL_SoortBesluitvorming">
      <xsd:simpleType>
        <xsd:restriction base="dms:Choice">
          <xsd:enumeration value="DT"/>
          <xsd:enumeration value="GS-A"/>
          <xsd:enumeration value="GS-B"/>
          <xsd:enumeration value="GS-Vertrouwelijk"/>
          <xsd:enumeration value="Mandaat"/>
          <xsd:enumeration value="RO"/>
        </xsd:restriction>
      </xsd:simpleType>
    </xsd:element>
    <xsd:element name="PRL_Portefeuillehouder" ma:index="43" nillable="true" ma:displayName="Portefeuillehouder" ma:list="UserInfo" ma:SharePointGroup="0" ma:internalName="PRL_Portefeuillehoud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L_DossierLijst" ma:index="45" nillable="true" ma:displayName="Dossierlijst" ma:default="Dossier" ma:hidden="true" ma:internalName="PRL_DossierLijst" ma:readOnly="false">
      <xsd:simpleType>
        <xsd:restriction base="dms:Text">
          <xsd:maxLength value="255"/>
        </xsd:restriction>
      </xsd:simpleType>
    </xsd:element>
    <xsd:element name="PRL_DossierCluster" ma:index="46" nillable="true" ma:displayName="Organisatieonderdeel" ma:default="Selecteer..." ma:format="Dropdown" ma:internalName="PRL_DossierCluster">
      <xsd:simpleType>
        <xsd:restriction base="dms:Choice">
          <xsd:enumeration value="Selecteer..."/>
          <xsd:enumeration value="Cluster Algehele Juridische Zaken"/>
          <xsd:enumeration value="Cluster Concern"/>
          <xsd:enumeration value="Cluster Cultuur"/>
          <xsd:enumeration value="Cluster Directie"/>
          <xsd:enumeration value="Cluster Economie en Innovatie"/>
          <xsd:enumeration value="Cluster EuregioMaasRijn"/>
          <xsd:enumeration value="Cluster Facilitaire Dienstverlening"/>
          <xsd:enumeration value="Cluster Financiën"/>
          <xsd:enumeration value="Cluster Grond en Vastgoed"/>
          <xsd:enumeration value="Cluster Inkoop en Aanbesteding"/>
          <xsd:enumeration value="Cluster Mobiliteit"/>
          <xsd:enumeration value="Cluster Natuur en Water"/>
          <xsd:enumeration value="Cluster Organisatie en Informatie"/>
          <xsd:enumeration value="Cluster Personeel en Organisatie"/>
          <xsd:enumeration value="Cluster Plattelandsontwikkeling"/>
          <xsd:enumeration value="Cluster Programma en Projecten"/>
          <xsd:enumeration value="Cluster Ruimte"/>
          <xsd:enumeration value="Cluster Secretariële en Administratieve ondersteuning"/>
          <xsd:enumeration value="Cluster Strategie en Communicatie"/>
          <xsd:enumeration value="Cluster Subsidies"/>
          <xsd:enumeration value="Cluster Vergunningen, Toezicht en Handhaving"/>
          <xsd:enumeration value="Cluster Wegaanleg"/>
          <xsd:enumeration value="Cluster Wegbeheer"/>
          <xsd:enumeration value="Cluster Wonen en Leefomgeving"/>
          <xsd:enumeration value="Kabinet"/>
          <xsd:enumeration value="Ondernemingsraad"/>
          <xsd:enumeration value="Provinciale staten"/>
          <xsd:enumeration value="RUD-Zuid Limbur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25f5f-3455-43ab-a53f-132be5aea04d" elementFormDefault="qualified">
    <xsd:import namespace="http://schemas.microsoft.com/office/2006/documentManagement/types"/>
    <xsd:import namespace="http://schemas.microsoft.com/office/infopath/2007/PartnerControls"/>
    <xsd:element name="PRL_DossierTitle" ma:index="9" nillable="true" ma:displayName="Dossiertitel" ma:internalName="PRL_DossierTitl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40d30c-29c3-4f5a-96e2-235bc7a2ad03" elementFormDefault="qualified">
    <xsd:import namespace="http://schemas.microsoft.com/office/2006/documentManagement/types"/>
    <xsd:import namespace="http://schemas.microsoft.com/office/infopath/2007/PartnerControls"/>
    <xsd:element name="CSG_Ontvangstdatum" ma:index="10" nillable="true" ma:displayName="Ontvangstdatum" ma:format="DateOnly" ma:internalName="CSG_Ontvangstdatum">
      <xsd:simpleType>
        <xsd:restriction base="dms:DateTime"/>
      </xsd:simpleType>
    </xsd:element>
    <xsd:element name="CSG_DocumentSetNr" ma:index="16" nillable="true" ma:displayName="DocumentSetNr" ma:internalName="CSG_DocumentSetNr">
      <xsd:simpleType>
        <xsd:restriction base="dms:Text">
          <xsd:maxLength value="255"/>
        </xsd:restriction>
      </xsd:simpleType>
    </xsd:element>
    <xsd:element name="CSG_HoofdDocumentNr" ma:index="17" nillable="true" ma:displayName="HoofdDocumentNr" ma:internalName="CSG_HoofdDocumentNr">
      <xsd:simpleType>
        <xsd:restriction base="dms:Text">
          <xsd:maxLength value="255"/>
        </xsd:restriction>
      </xsd:simpleType>
    </xsd:element>
    <xsd:element name="CSG_NAWID" ma:index="29" nillable="true" ma:displayName="NAW-ID" ma:internalName="CSG_NAW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9c384a-294c-46eb-bf29-17daaeb74222" elementFormDefault="qualified">
    <xsd:import namespace="http://schemas.microsoft.com/office/2006/documentManagement/types"/>
    <xsd:import namespace="http://schemas.microsoft.com/office/infopath/2007/PartnerControls"/>
    <xsd:element name="CSG_ZAK_Archiefnominatie" ma:index="13" nillable="true" ma:displayName="Archiefnominatie" ma:format="Dropdown" ma:internalName="CSG_ZAK_Archiefnominatie">
      <xsd:simpleType>
        <xsd:restriction base="dms:Choice">
          <xsd:enumeration value="Blijvend bewaren"/>
          <xsd:enumeration value="Vernietige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8ae1af-a359-4a58-ab7b-443aa3d905f7" elementFormDefault="qualified">
    <xsd:import namespace="http://schemas.microsoft.com/office/2006/documentManagement/types"/>
    <xsd:import namespace="http://schemas.microsoft.com/office/infopath/2007/PartnerControls"/>
    <xsd:element name="PRL_NAWNaam" ma:index="21" nillable="true" ma:displayName="Volledigenaam" ma:internalName="PRL_NAWNaam" ma:readOnly="false">
      <xsd:simpleType>
        <xsd:restriction base="dms:Text">
          <xsd:maxLength value="255"/>
        </xsd:restriction>
      </xsd:simpleType>
    </xsd:element>
    <xsd:element name="PRL_NAWCorrespondentieAdres" ma:index="22" nillable="true" ma:displayName="Straatnaam" ma:internalName="PRL_NAWCorrespondentieAdres" ma:readOnly="false">
      <xsd:simpleType>
        <xsd:restriction base="dms:Text">
          <xsd:maxLength value="255"/>
        </xsd:restriction>
      </xsd:simpleType>
    </xsd:element>
    <xsd:element name="PRL_NAWCorrespondentieNr" ma:index="23" nillable="true" ma:displayName="Huisnummer" ma:internalName="PRL_NAWCorrespondentieNr">
      <xsd:simpleType>
        <xsd:restriction base="dms:Text">
          <xsd:maxLength value="255"/>
        </xsd:restriction>
      </xsd:simpleType>
    </xsd:element>
    <xsd:element name="PRL_NAWCorrespondentiePostcode" ma:index="24" nillable="true" ma:displayName="Postcode NAW" ma:internalName="PRL_NAWCorrespondentiePostcode" ma:readOnly="false">
      <xsd:simpleType>
        <xsd:restriction base="dms:Text">
          <xsd:maxLength value="255"/>
        </xsd:restriction>
      </xsd:simpleType>
    </xsd:element>
    <xsd:element name="PRL_NAWCorrespondentieWoonplaats" ma:index="25" nillable="true" ma:displayName="Woonplaats" ma:internalName="PRL_NAWCorrespondentieWoonplaats" ma:readOnly="false">
      <xsd:simpleType>
        <xsd:restriction base="dms:Text">
          <xsd:maxLength value="255"/>
        </xsd:restriction>
      </xsd:simpleType>
    </xsd:element>
    <xsd:element name="PRL_Telefoon" ma:index="27" nillable="true" ma:displayName="Telefoonnummer" ma:internalName="PRL_Telefo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75081-4821-478b-a75a-bb24d398bc4d" elementFormDefault="qualified">
    <xsd:import namespace="http://schemas.microsoft.com/office/2006/documentManagement/types"/>
    <xsd:import namespace="http://schemas.microsoft.com/office/infopath/2007/PartnerControls"/>
    <xsd:element name="CSG_NAWLand" ma:index="26" nillable="true" ma:displayName="Land" ma:internalName="CSG_NAWLand">
      <xsd:simpleType>
        <xsd:restriction base="dms:Text">
          <xsd:maxLength value="4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520db-2baa-40e7-873d-d8e5f8b095d4" elementFormDefault="qualified">
    <xsd:import namespace="http://schemas.microsoft.com/office/2006/documentManagement/types"/>
    <xsd:import namespace="http://schemas.microsoft.com/office/infopath/2007/PartnerControls"/>
    <xsd:element name="PRL_DocumentBron" ma:index="44" nillable="true" ma:displayName="DocumentBron" ma:default="" ma:format="Dropdown" ma:internalName="PRL_DocumentBron">
      <xsd:simpleType>
        <xsd:restriction base="dms:Choice">
          <xsd:enumeration value="Kofax"/>
          <xsd:enumeration value="Uitvo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5" ma:displayName="Inhoudstype"/>
        <xsd:element ref="dc:title" maxOccurs="1" ma:index="3" ma:displayName="Documentnaam"/>
        <xsd:element ref="dc:subject" minOccurs="0" maxOccurs="1"/>
        <xsd:element ref="dc:description" minOccurs="0" maxOccurs="1" ma:index="18" ma:displayName="Opmerkingen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L_Vertrouwelijkheid xmlns="fcb750c8-6e58-4552-b70f-9122fa8e6f22">Bedrijfsvertrouwelijk</PRL_Vertrouwelijkheid>
    <PRL_Telefoon xmlns="698ae1af-a359-4a58-ab7b-443aa3d905f7" xsi:nil="true"/>
    <PRL_Besluit xmlns="30bf72f1-eaca-4820-ba1f-387fc070811c">Selecteer...</PRL_Besluit>
    <PRL_Documentsoort xmlns="fcb750c8-6e58-4552-b70f-9122fa8e6f22">Overzicht/lijst</PRL_Documentsoort>
    <CSG_HoofdDocumentNr xmlns="7640d30c-29c3-4f5a-96e2-235bc7a2ad03" xsi:nil="true"/>
    <CSG_Ontvangstdatum xmlns="7640d30c-29c3-4f5a-96e2-235bc7a2ad03" xsi:nil="true"/>
    <CSG_SEP2 xmlns="30bf72f1-eaca-4820-ba1f-387fc070811c" xsi:nil="true"/>
    <PRL_SoortBesluitvorming xmlns="fcb750c8-6e58-4552-b70f-9122fa8e6f22" xsi:nil="true"/>
    <PRL_DossierLijst xmlns="fcb750c8-6e58-4552-b70f-9122fa8e6f22">Dossier</PRL_DossierLijst>
    <PRL_Bvmapnummer xmlns="fcb750c8-6e58-4552-b70f-9122fa8e6f22" xsi:nil="true"/>
    <CSG_ZAK_Archiefnominatie xmlns="039c384a-294c-46eb-bf29-17daaeb74222" xsi:nil="true"/>
    <PRL_DOC_Verzenddatum xmlns="30bf72f1-eaca-4820-ba1f-387fc070811c" xsi:nil="true"/>
    <PRL_NAWCorrespondentiePostcode xmlns="698ae1af-a359-4a58-ab7b-443aa3d905f7" xsi:nil="true"/>
    <CSG_NAWLand xmlns="65775081-4821-478b-a75a-bb24d398bc4d" xsi:nil="true"/>
    <CSG_NAWID xmlns="7640d30c-29c3-4f5a-96e2-235bc7a2ad03" xsi:nil="true"/>
    <PRL_Portefeuillehouder xmlns="fcb750c8-6e58-4552-b70f-9122fa8e6f22">
      <UserInfo>
        <DisplayName/>
        <AccountId xsi:nil="true"/>
        <AccountType/>
      </UserInfo>
    </PRL_Portefeuillehouder>
    <PRL_DocumentNummer xmlns="fcb750c8-6e58-4552-b70f-9122fa8e6f22">DOC-00877564</PRL_DocumentNummer>
    <CSG_SEP3 xmlns="30bf72f1-eaca-4820-ba1f-387fc070811c" xsi:nil="true"/>
    <PRL_DOC_Eigenarchiefactie xmlns="30bf72f1-eaca-4820-ba1f-387fc070811c">false</PRL_DOC_Eigenarchiefactie>
    <PRL_NAWCorrespondentieNr xmlns="698ae1af-a359-4a58-ab7b-443aa3d905f7" xsi:nil="true"/>
    <PRL_Emailadresnaw xmlns="30bf72f1-eaca-4820-ba1f-387fc070811c" xsi:nil="true"/>
    <PRL_DOS_Archiefactietermijn xmlns="30bf72f1-eaca-4820-ba1f-387fc070811c" xsi:nil="true"/>
    <PRL_DocumentRichting xmlns="fcb750c8-6e58-4552-b70f-9122fa8e6f22" xsi:nil="true"/>
    <PRL_Vernietigingsdatum xmlns="fcb750c8-6e58-4552-b70f-9122fa8e6f22" xsi:nil="true"/>
    <PRL_DossierTitle xmlns="b0d25f5f-3455-43ab-a53f-132be5aea04d" xsi:nil="true"/>
    <PRL_DossierCluster xmlns="fcb750c8-6e58-4552-b70f-9122fa8e6f22">Selecteer...</PRL_DossierCluster>
    <PRL_NAWNaam xmlns="698ae1af-a359-4a58-ab7b-443aa3d905f7" xsi:nil="true"/>
    <PRL_DocumentBron xmlns="b9d520db-2baa-40e7-873d-d8e5f8b095d4" xsi:nil="true"/>
    <PRL_NAWCorrespondentieAdres xmlns="698ae1af-a359-4a58-ab7b-443aa3d905f7" xsi:nil="true"/>
    <PRL_Medewerker xmlns="fcb750c8-6e58-4552-b70f-9122fa8e6f22">
      <UserInfo>
        <DisplayName>Pol van de, Ralph</DisplayName>
        <AccountId>1371</AccountId>
        <AccountType/>
      </UserInfo>
    </PRL_Medewerker>
    <PRL_DOS_Verantworg xmlns="30bf72f1-eaca-4820-ba1f-387fc070811c">
      <UserInfo>
        <DisplayName/>
        <AccountId xsi:nil="true"/>
        <AccountType/>
      </UserInfo>
    </PRL_DOS_Verantworg>
    <CSG_DocumentSetNr xmlns="7640d30c-29c3-4f5a-96e2-235bc7a2ad03" xsi:nil="true"/>
    <CSG_SEP1 xmlns="30bf72f1-eaca-4820-ba1f-387fc070811c" xsi:nil="true"/>
    <PRL_DossierNummer xmlns="fcb750c8-6e58-4552-b70f-9122fa8e6f22">DOS-00086969</PRL_DossierNummer>
    <PRL_NAWCorrespondentieWoonplaats xmlns="698ae1af-a359-4a58-ab7b-443aa3d905f7" xsi:nil="true"/>
    <_dlc_DocId xmlns="fcb750c8-6e58-4552-b70f-9122fa8e6f22">7FEURARHTZFS-413596452-4</_dlc_DocId>
    <_dlc_DocIdUrl xmlns="fcb750c8-6e58-4552-b70f-9122fa8e6f22">
      <Url>https://sharepoint.prvlimburg.nl/sites/B21_W01/DOS-00086969/_layouts/15/DocIdRedir.aspx?ID=7FEURARHTZFS-413596452-4</Url>
      <Description>7FEURARHTZFS-413596452-4</Description>
    </_dlc_DocIdUrl>
  </documentManagement>
</p:properties>
</file>

<file path=customXml/item6.xml><?xml version="1.0" encoding="utf-8"?>
<TemplafyTemplateConfiguration><![CDATA[{"elementsMetadata":[],"transformationConfigurations":[],"templateName":"Leeg Templafy Provincie Limburg","templateDescription":"","enableDocumentContentUpdater":false,"version":"2.0"}]]></TemplafyTemplateConfiguration>
</file>

<file path=customXml/itemProps1.xml><?xml version="1.0" encoding="utf-8"?>
<ds:datastoreItem xmlns:ds="http://schemas.openxmlformats.org/officeDocument/2006/customXml" ds:itemID="{3AC6FF5A-7431-40EF-A45E-066F3911F904}">
  <ds:schemaRefs/>
</ds:datastoreItem>
</file>

<file path=customXml/itemProps2.xml><?xml version="1.0" encoding="utf-8"?>
<ds:datastoreItem xmlns:ds="http://schemas.openxmlformats.org/officeDocument/2006/customXml" ds:itemID="{C0B0F788-FFB2-49D0-8B62-18ADA0726F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bf72f1-eaca-4820-ba1f-387fc070811c"/>
    <ds:schemaRef ds:uri="fcb750c8-6e58-4552-b70f-9122fa8e6f22"/>
    <ds:schemaRef ds:uri="b0d25f5f-3455-43ab-a53f-132be5aea04d"/>
    <ds:schemaRef ds:uri="7640d30c-29c3-4f5a-96e2-235bc7a2ad03"/>
    <ds:schemaRef ds:uri="039c384a-294c-46eb-bf29-17daaeb74222"/>
    <ds:schemaRef ds:uri="698ae1af-a359-4a58-ab7b-443aa3d905f7"/>
    <ds:schemaRef ds:uri="65775081-4821-478b-a75a-bb24d398bc4d"/>
    <ds:schemaRef ds:uri="b9d520db-2baa-40e7-873d-d8e5f8b09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5D0D9D-70AF-4817-9D77-691EDFE7158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901875E-2A8E-4C08-99A1-52D68A4ED79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FF846B5-CB04-4763-9CEC-EE8D4F3E39A3}">
  <ds:schemaRefs>
    <ds:schemaRef ds:uri="http://schemas.microsoft.com/office/2006/documentManagement/types"/>
    <ds:schemaRef ds:uri="fcb750c8-6e58-4552-b70f-9122fa8e6f22"/>
    <ds:schemaRef ds:uri="65775081-4821-478b-a75a-bb24d398bc4d"/>
    <ds:schemaRef ds:uri="http://schemas.microsoft.com/office/2006/metadata/properties"/>
    <ds:schemaRef ds:uri="698ae1af-a359-4a58-ab7b-443aa3d905f7"/>
    <ds:schemaRef ds:uri="039c384a-294c-46eb-bf29-17daaeb74222"/>
    <ds:schemaRef ds:uri="7640d30c-29c3-4f5a-96e2-235bc7a2ad03"/>
    <ds:schemaRef ds:uri="http://schemas.openxmlformats.org/package/2006/metadata/core-properties"/>
    <ds:schemaRef ds:uri="http://purl.org/dc/elements/1.1/"/>
    <ds:schemaRef ds:uri="http://purl.org/dc/terms/"/>
    <ds:schemaRef ds:uri="b9d520db-2baa-40e7-873d-d8e5f8b095d4"/>
    <ds:schemaRef ds:uri="30bf72f1-eaca-4820-ba1f-387fc070811c"/>
    <ds:schemaRef ds:uri="http://schemas.microsoft.com/office/infopath/2007/PartnerControls"/>
    <ds:schemaRef ds:uri="http://purl.org/dc/dcmitype/"/>
    <ds:schemaRef ds:uri="http://www.w3.org/XML/1998/namespace"/>
    <ds:schemaRef ds:uri="b0d25f5f-3455-43ab-a53f-132be5aea04d"/>
  </ds:schemaRefs>
</ds:datastoreItem>
</file>

<file path=customXml/itemProps6.xml><?xml version="1.0" encoding="utf-8"?>
<ds:datastoreItem xmlns:ds="http://schemas.openxmlformats.org/officeDocument/2006/customXml" ds:itemID="{DC749E4C-BC80-4CD4-B6B4-97A1A0692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5miaib2p.dotx</Template>
  <TotalTime>0</TotalTime>
  <Pages>2</Pages>
  <Words>374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Bijlage 1 - Overzicht documenten inzake Woo-verzoek gebrekkig onderhoud talud N300 incl zienswijzekolom</vt:lpstr>
    </vt:vector>
  </TitlesOfParts>
  <Company>Provincie Limburg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Bijlage 1 - Overzicht documenten inzake Woo-verzoek gebrekkig onderhoud talud N300 incl zienswijzekolom</dc:title>
  <dc:subject/>
  <dc:creator>Lemmens, Anne-Sophie</dc:creator>
  <cp:keywords/>
  <dc:description/>
  <cp:lastModifiedBy>Dinusha Raes</cp:lastModifiedBy>
  <cp:revision>3</cp:revision>
  <dcterms:created xsi:type="dcterms:W3CDTF">2026-02-10T10:11:00Z</dcterms:created>
  <dcterms:modified xsi:type="dcterms:W3CDTF">2026-02-10T10:12:00Z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fyTenantId">
    <vt:lpwstr>provincielimburg</vt:lpwstr>
  </property>
  <property fmtid="{D5CDD505-2E9C-101B-9397-08002B2CF9AE}" pid="3" name="TemplafyTemplateId">
    <vt:lpwstr>1000241929206628356</vt:lpwstr>
  </property>
  <property fmtid="{D5CDD505-2E9C-101B-9397-08002B2CF9AE}" pid="4" name="TemplafyUserProfileId">
    <vt:lpwstr>638260361514063982</vt:lpwstr>
  </property>
  <property fmtid="{D5CDD505-2E9C-101B-9397-08002B2CF9AE}" pid="5" name="TemplafyLanguageCode">
    <vt:lpwstr>nl-NL</vt:lpwstr>
  </property>
  <property fmtid="{D5CDD505-2E9C-101B-9397-08002B2CF9AE}" pid="6" name="TemplafyFromBlank">
    <vt:bool>true</vt:bool>
  </property>
  <property fmtid="{D5CDD505-2E9C-101B-9397-08002B2CF9AE}" pid="7" name="ContentTypeId">
    <vt:lpwstr>0x010100AFE9EB2BDEAF554BAA044162362F5A500097733A7A9975D44189963422AC5C4F0300297DC1FC757152469CEEE1BF082B4C74</vt:lpwstr>
  </property>
  <property fmtid="{D5CDD505-2E9C-101B-9397-08002B2CF9AE}" pid="8" name="_dlc_DocIdItemGuid">
    <vt:lpwstr>b9a28297-2677-44f1-a713-f78d13f1787a</vt:lpwstr>
  </property>
</Properties>
</file>